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03" w:rsidRDefault="00E73603" w:rsidP="00E73603">
      <w:pPr>
        <w:pStyle w:val="ConsPlusNormal"/>
        <w:jc w:val="center"/>
      </w:pPr>
      <w:r>
        <w:t>ИНФОРМАЦИЯ</w:t>
      </w:r>
    </w:p>
    <w:p w:rsidR="00E73603" w:rsidRDefault="00AF03DA" w:rsidP="00E73603">
      <w:pPr>
        <w:pStyle w:val="ConsPlusNormal"/>
        <w:jc w:val="center"/>
      </w:pPr>
      <w:r>
        <w:t xml:space="preserve">о мониторинге </w:t>
      </w:r>
      <w:r w:rsidR="00E73603">
        <w:t>достижения результатов предоставления субсидии</w:t>
      </w:r>
    </w:p>
    <w:p w:rsidR="00E73603" w:rsidRDefault="00E73603" w:rsidP="00E73603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3311"/>
        <w:gridCol w:w="340"/>
        <w:gridCol w:w="1531"/>
        <w:gridCol w:w="1055"/>
      </w:tblGrid>
      <w:tr w:rsidR="00E73603" w:rsidTr="00E62846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Коды</w:t>
            </w:r>
          </w:p>
        </w:tc>
      </w:tr>
      <w:tr w:rsidR="00E73603" w:rsidTr="00683847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  <w:jc w:val="center"/>
            </w:pPr>
            <w:r>
              <w:t>по состоянию</w:t>
            </w:r>
          </w:p>
          <w:p w:rsidR="00E73603" w:rsidRDefault="00E73603" w:rsidP="00F93EB0">
            <w:pPr>
              <w:pStyle w:val="ConsPlusNormal"/>
              <w:jc w:val="center"/>
            </w:pPr>
            <w:r>
              <w:t>на "</w:t>
            </w:r>
            <w:r w:rsidR="00E62846">
              <w:t>01</w:t>
            </w:r>
            <w:r>
              <w:t xml:space="preserve">" </w:t>
            </w:r>
            <w:r w:rsidR="00F93EB0">
              <w:t>октября</w:t>
            </w:r>
            <w:r>
              <w:t xml:space="preserve"> 20</w:t>
            </w:r>
            <w:r w:rsidR="00E62846">
              <w:t>25</w:t>
            </w:r>
            <w:r>
              <w:t xml:space="preserve">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F93EB0">
            <w:pPr>
              <w:pStyle w:val="ConsPlusNormal"/>
              <w:rPr>
                <w:sz w:val="20"/>
                <w:szCs w:val="20"/>
              </w:rPr>
            </w:pPr>
            <w:r w:rsidRPr="00E62846">
              <w:rPr>
                <w:sz w:val="20"/>
                <w:szCs w:val="20"/>
              </w:rPr>
              <w:t>01.</w:t>
            </w:r>
            <w:r w:rsidR="00F93EB0">
              <w:rPr>
                <w:sz w:val="20"/>
                <w:szCs w:val="20"/>
              </w:rPr>
              <w:t>10</w:t>
            </w:r>
            <w:r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683847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311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Дата </w:t>
            </w:r>
            <w:hyperlink w:anchor="P1358" w:tooltip="&lt;1&gt; Дата формирования настоящей Информации о мониторинге достижения результатов предоставления субсидии.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AF03DA" w:rsidP="00E707B6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3710E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11</w:t>
            </w:r>
            <w:r w:rsidR="00E62846" w:rsidRPr="00E62846">
              <w:rPr>
                <w:sz w:val="20"/>
                <w:szCs w:val="20"/>
              </w:rPr>
              <w:t>.2025</w:t>
            </w:r>
          </w:p>
        </w:tc>
      </w:tr>
      <w:tr w:rsidR="00E73603" w:rsidTr="00683847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485FE5" w:rsidP="00485FE5">
            <w:pPr>
              <w:pStyle w:val="ConsPlusNormal"/>
            </w:pPr>
            <w:r>
              <w:t xml:space="preserve">Наименование главного распорядителя бюджетных средств </w:t>
            </w:r>
          </w:p>
        </w:tc>
        <w:tc>
          <w:tcPr>
            <w:tcW w:w="33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846" w:rsidRDefault="00E62846" w:rsidP="008A4DC3">
            <w:pPr>
              <w:pStyle w:val="ConsPlusNormal"/>
            </w:pPr>
          </w:p>
          <w:p w:rsidR="00E62846" w:rsidRDefault="00E62846" w:rsidP="00E62846"/>
          <w:p w:rsidR="00E73603" w:rsidRPr="00E62846" w:rsidRDefault="00AF03DA" w:rsidP="009F1075">
            <w:pPr>
              <w:jc w:val="both"/>
            </w:pPr>
            <w:r>
              <w:t>Комитет по финансам</w:t>
            </w:r>
            <w:r w:rsidR="009F1075">
              <w:t>, н</w:t>
            </w:r>
            <w:r>
              <w:t>алоговой и кредитной политике Администрации города Рубцовска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E62846" w:rsidRDefault="00E628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01301129</w:t>
            </w:r>
          </w:p>
        </w:tc>
      </w:tr>
      <w:tr w:rsidR="00E73603" w:rsidTr="00683847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 xml:space="preserve">Наименование структурного элемента государственной (муниципальной) программы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4B3D0E" w:rsidRDefault="00B370B0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9274E4" w:rsidRPr="004B3D0E">
              <w:rPr>
                <w:sz w:val="20"/>
                <w:szCs w:val="20"/>
              </w:rPr>
              <w:t>Развитие культуры города Рубцовска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59" w:tooltip="&lt;2&gt; Наименование структурного элемента государственной (муниципальной) программы (в случае предоставления субсидии для достижения результатов, включенных в государственные (муниципальные) программы) с отражением в кодовой зоне 4 и 5 разрядов целевой статьи рас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AF03DA" w:rsidRDefault="009274E4" w:rsidP="00AF03DA">
            <w:pPr>
              <w:pStyle w:val="ConsPlusNormal"/>
              <w:rPr>
                <w:sz w:val="16"/>
                <w:szCs w:val="16"/>
              </w:rPr>
            </w:pPr>
            <w:r w:rsidRPr="00AF03DA">
              <w:rPr>
                <w:sz w:val="16"/>
                <w:szCs w:val="16"/>
              </w:rPr>
              <w:t>28</w:t>
            </w:r>
            <w:r w:rsidR="00AF03DA">
              <w:rPr>
                <w:sz w:val="16"/>
                <w:szCs w:val="16"/>
              </w:rPr>
              <w:t xml:space="preserve"> </w:t>
            </w:r>
            <w:r w:rsidRPr="00AF03DA">
              <w:rPr>
                <w:sz w:val="16"/>
                <w:szCs w:val="16"/>
              </w:rPr>
              <w:t>0</w:t>
            </w:r>
            <w:r w:rsidR="00AF03DA">
              <w:rPr>
                <w:sz w:val="16"/>
                <w:szCs w:val="16"/>
              </w:rPr>
              <w:t xml:space="preserve"> </w:t>
            </w:r>
            <w:r w:rsidRPr="00AF03DA">
              <w:rPr>
                <w:sz w:val="16"/>
                <w:szCs w:val="16"/>
              </w:rPr>
              <w:t>00</w:t>
            </w:r>
            <w:r w:rsidR="00AF03DA">
              <w:rPr>
                <w:sz w:val="16"/>
                <w:szCs w:val="16"/>
              </w:rPr>
              <w:t xml:space="preserve"> 00000 </w:t>
            </w:r>
          </w:p>
        </w:tc>
      </w:tr>
      <w:tr w:rsidR="00E73603" w:rsidTr="00683847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F03049" w:rsidRDefault="00E62846" w:rsidP="00AF03DA">
            <w:pPr>
              <w:pStyle w:val="ConsPlusNormal"/>
              <w:rPr>
                <w:sz w:val="20"/>
                <w:szCs w:val="20"/>
              </w:rPr>
            </w:pPr>
            <w:r w:rsidRPr="00F03049">
              <w:rPr>
                <w:sz w:val="20"/>
                <w:szCs w:val="20"/>
              </w:rPr>
              <w:t>Проведение культурно-массовых мероприятий</w:t>
            </w:r>
          </w:p>
          <w:p w:rsidR="00E62846" w:rsidRDefault="00E62846" w:rsidP="004B3D0E">
            <w:pPr>
              <w:pStyle w:val="ConsPlusNormal"/>
              <w:ind w:left="397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  <w:jc w:val="right"/>
            </w:pPr>
            <w:r>
              <w:t xml:space="preserve">по БК </w:t>
            </w:r>
            <w:hyperlink w:anchor="P1360" w:tooltip="&lt;3&gt; 13 - 17 разряды целевой статьи расходов соответствующего бюджета бюджетной системы Российской Федерации.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Pr="00AF03DA" w:rsidRDefault="00AF03DA" w:rsidP="008A4DC3">
            <w:pPr>
              <w:pStyle w:val="ConsPlusNormal"/>
              <w:rPr>
                <w:sz w:val="16"/>
                <w:szCs w:val="16"/>
              </w:rPr>
            </w:pPr>
            <w:r w:rsidRPr="00AF03DA">
              <w:rPr>
                <w:sz w:val="16"/>
                <w:szCs w:val="16"/>
              </w:rPr>
              <w:t>057</w:t>
            </w:r>
            <w:r>
              <w:rPr>
                <w:sz w:val="16"/>
                <w:szCs w:val="16"/>
              </w:rPr>
              <w:t xml:space="preserve"> </w:t>
            </w:r>
            <w:r w:rsidRPr="00AF03DA">
              <w:rPr>
                <w:sz w:val="16"/>
                <w:szCs w:val="16"/>
              </w:rPr>
              <w:t>0801</w:t>
            </w:r>
            <w:r>
              <w:rPr>
                <w:sz w:val="16"/>
                <w:szCs w:val="16"/>
              </w:rPr>
              <w:t xml:space="preserve"> </w:t>
            </w:r>
            <w:r w:rsidRPr="00AF03DA">
              <w:rPr>
                <w:sz w:val="16"/>
                <w:szCs w:val="16"/>
              </w:rPr>
              <w:t>28</w:t>
            </w:r>
            <w:r>
              <w:rPr>
                <w:sz w:val="16"/>
                <w:szCs w:val="16"/>
              </w:rPr>
              <w:t xml:space="preserve"> </w:t>
            </w:r>
            <w:r w:rsidRPr="00AF03DA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</w:t>
            </w:r>
            <w:r w:rsidRPr="00AF03DA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 xml:space="preserve"> </w:t>
            </w:r>
            <w:r w:rsidRPr="00AF03DA">
              <w:rPr>
                <w:sz w:val="16"/>
                <w:szCs w:val="16"/>
              </w:rPr>
              <w:t>Р6053</w:t>
            </w:r>
            <w:r>
              <w:rPr>
                <w:sz w:val="16"/>
                <w:szCs w:val="16"/>
              </w:rPr>
              <w:t xml:space="preserve"> </w:t>
            </w:r>
            <w:r w:rsidRPr="00AF03DA">
              <w:rPr>
                <w:sz w:val="16"/>
                <w:szCs w:val="16"/>
              </w:rPr>
              <w:t>612</w:t>
            </w:r>
          </w:p>
        </w:tc>
      </w:tr>
      <w:tr w:rsidR="00E73603" w:rsidTr="00683847">
        <w:tblPrEx>
          <w:tblBorders>
            <w:insideV w:val="none" w:sz="0" w:space="0" w:color="auto"/>
          </w:tblBorders>
        </w:tblPrEx>
        <w:tc>
          <w:tcPr>
            <w:tcW w:w="30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3603" w:rsidRDefault="00E73603" w:rsidP="008A4DC3">
            <w:pPr>
              <w:pStyle w:val="ConsPlusNormal"/>
            </w:pPr>
            <w:r>
              <w:t>Периодичность</w:t>
            </w:r>
          </w:p>
        </w:tc>
        <w:tc>
          <w:tcPr>
            <w:tcW w:w="3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603" w:rsidRPr="00F03049" w:rsidRDefault="00E62846" w:rsidP="008A4DC3">
            <w:pPr>
              <w:pStyle w:val="ConsPlusNormal"/>
              <w:rPr>
                <w:sz w:val="20"/>
                <w:szCs w:val="20"/>
              </w:rPr>
            </w:pPr>
            <w:r w:rsidRPr="00F03049">
              <w:rPr>
                <w:sz w:val="20"/>
                <w:szCs w:val="20"/>
              </w:rPr>
              <w:t>квартальная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73603" w:rsidRDefault="00E73603" w:rsidP="008A4DC3">
            <w:pPr>
              <w:pStyle w:val="ConsPlusNormal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03" w:rsidRDefault="00E73603" w:rsidP="008A4DC3">
            <w:pPr>
              <w:pStyle w:val="ConsPlusNormal"/>
            </w:pP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Pr="00631B09" w:rsidRDefault="00E73603" w:rsidP="00E73603">
      <w:pPr>
        <w:pStyle w:val="ConsPlusNormal"/>
        <w:jc w:val="center"/>
        <w:outlineLvl w:val="2"/>
        <w:rPr>
          <w:sz w:val="24"/>
          <w:szCs w:val="24"/>
        </w:rPr>
      </w:pPr>
      <w:r w:rsidRPr="00631B09">
        <w:rPr>
          <w:sz w:val="24"/>
          <w:szCs w:val="24"/>
        </w:rPr>
        <w:t>Раздел I. Информация о достижении контрольных точек в целях</w:t>
      </w:r>
    </w:p>
    <w:p w:rsidR="00E73603" w:rsidRPr="00631B09" w:rsidRDefault="00E73603" w:rsidP="00E73603">
      <w:pPr>
        <w:pStyle w:val="ConsPlusNormal"/>
        <w:jc w:val="center"/>
        <w:rPr>
          <w:sz w:val="24"/>
          <w:szCs w:val="24"/>
        </w:rPr>
      </w:pPr>
      <w:r w:rsidRPr="00631B09">
        <w:rPr>
          <w:sz w:val="24"/>
          <w:szCs w:val="24"/>
        </w:rPr>
        <w:t>достижения результатов предоставления субсидии</w:t>
      </w:r>
    </w:p>
    <w:p w:rsidR="00E73603" w:rsidRPr="00631B09" w:rsidRDefault="00E73603" w:rsidP="00E73603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18"/>
        <w:gridCol w:w="1462"/>
      </w:tblGrid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N</w:t>
            </w:r>
            <w:proofErr w:type="spellEnd"/>
            <w:r w:rsidRPr="00631B0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B0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31B09">
              <w:rPr>
                <w:sz w:val="24"/>
                <w:szCs w:val="24"/>
              </w:rPr>
              <w:t>/</w:t>
            </w:r>
            <w:proofErr w:type="spellStart"/>
            <w:r w:rsidRPr="00631B0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Наименование данных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Количество </w:t>
            </w:r>
            <w:hyperlink w:anchor="P1361" w:tooltip="&lt;4&gt; Количество контрольных точек в графе 3 раздела I настоящего приложения:">
              <w:r w:rsidRPr="00631B09">
                <w:rPr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E73603" w:rsidRPr="00631B09" w:rsidTr="007F09D2">
        <w:trPr>
          <w:tblHeader/>
        </w:trPr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2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887"/>
            <w:bookmarkEnd w:id="0"/>
            <w:r w:rsidRPr="00631B09">
              <w:rPr>
                <w:sz w:val="24"/>
                <w:szCs w:val="24"/>
              </w:rPr>
              <w:t>3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Результат предоставления субсидии 1</w:t>
            </w:r>
          </w:p>
        </w:tc>
        <w:tc>
          <w:tcPr>
            <w:tcW w:w="1462" w:type="dxa"/>
          </w:tcPr>
          <w:p w:rsidR="00E73603" w:rsidRPr="00631B09" w:rsidRDefault="00E73603" w:rsidP="008A4DC3">
            <w:pPr>
              <w:pStyle w:val="ConsPlusNormal"/>
              <w:jc w:val="center"/>
              <w:rPr>
                <w:sz w:val="24"/>
                <w:szCs w:val="24"/>
              </w:rPr>
            </w:pPr>
            <w:proofErr w:type="spellStart"/>
            <w:r w:rsidRPr="00631B09">
              <w:rPr>
                <w:sz w:val="24"/>
                <w:szCs w:val="24"/>
              </w:rPr>
              <w:t>X</w:t>
            </w:r>
            <w:proofErr w:type="spellEnd"/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" w:name="P891"/>
            <w:bookmarkEnd w:id="1"/>
            <w:r w:rsidRPr="00631B09">
              <w:rPr>
                <w:sz w:val="24"/>
                <w:szCs w:val="24"/>
              </w:rPr>
              <w:t>1.1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достигнутые в отчетном периоде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3460C8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2" w:name="P894"/>
            <w:bookmarkEnd w:id="2"/>
            <w:r w:rsidRPr="00631B09">
              <w:rPr>
                <w:sz w:val="24"/>
                <w:szCs w:val="24"/>
              </w:rPr>
              <w:t>1.1.1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E707B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1.1.2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</w:t>
            </w:r>
            <w:proofErr w:type="gramEnd"/>
            <w:r w:rsidRPr="00631B09">
              <w:rPr>
                <w:sz w:val="24"/>
                <w:szCs w:val="24"/>
              </w:rPr>
              <w:t xml:space="preserve"> с нарушением установленных сроков</w:t>
            </w:r>
          </w:p>
        </w:tc>
        <w:tc>
          <w:tcPr>
            <w:tcW w:w="1462" w:type="dxa"/>
          </w:tcPr>
          <w:p w:rsidR="00E73603" w:rsidRPr="00631B09" w:rsidRDefault="00631B0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3" w:name="P900"/>
            <w:bookmarkEnd w:id="3"/>
            <w:r w:rsidRPr="00631B09">
              <w:rPr>
                <w:sz w:val="24"/>
                <w:szCs w:val="24"/>
              </w:rPr>
              <w:t>1.1.3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proofErr w:type="gramStart"/>
            <w:r w:rsidRPr="00631B09">
              <w:rPr>
                <w:sz w:val="24"/>
                <w:szCs w:val="24"/>
              </w:rPr>
              <w:t>достигнутые до наступления срока</w:t>
            </w:r>
            <w:proofErr w:type="gramEnd"/>
          </w:p>
        </w:tc>
        <w:tc>
          <w:tcPr>
            <w:tcW w:w="1462" w:type="dxa"/>
          </w:tcPr>
          <w:p w:rsidR="00E73603" w:rsidRPr="00631B09" w:rsidRDefault="00631B0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4" w:name="P903"/>
            <w:bookmarkEnd w:id="4"/>
            <w:r w:rsidRPr="00631B09">
              <w:rPr>
                <w:sz w:val="24"/>
                <w:szCs w:val="24"/>
              </w:rPr>
              <w:t>1.2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достигнутые в периодах, предшествующих </w:t>
            </w:r>
            <w:proofErr w:type="gramStart"/>
            <w:r w:rsidRPr="00631B09">
              <w:rPr>
                <w:sz w:val="24"/>
                <w:szCs w:val="24"/>
              </w:rPr>
              <w:t>отчетному</w:t>
            </w:r>
            <w:proofErr w:type="gramEnd"/>
            <w:r w:rsidRPr="00631B09">
              <w:rPr>
                <w:sz w:val="24"/>
                <w:szCs w:val="24"/>
              </w:rPr>
              <w:t>, контрольные точки</w:t>
            </w:r>
          </w:p>
        </w:tc>
        <w:tc>
          <w:tcPr>
            <w:tcW w:w="1462" w:type="dxa"/>
          </w:tcPr>
          <w:p w:rsidR="00E73603" w:rsidRPr="00631B09" w:rsidRDefault="00E707B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5" w:name="P906"/>
            <w:bookmarkEnd w:id="5"/>
            <w:r w:rsidRPr="00631B09">
              <w:rPr>
                <w:sz w:val="24"/>
                <w:szCs w:val="24"/>
              </w:rPr>
              <w:t>1.3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недостигнутые контрольные точки, в том числе: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6" w:name="P909"/>
            <w:bookmarkEnd w:id="6"/>
            <w:r w:rsidRPr="00631B09">
              <w:rPr>
                <w:sz w:val="24"/>
                <w:szCs w:val="24"/>
              </w:rPr>
              <w:t>1.3.1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наступил в периодах, предшествующих отчетному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7" w:name="P912"/>
            <w:bookmarkEnd w:id="7"/>
            <w:r w:rsidRPr="00631B09">
              <w:rPr>
                <w:sz w:val="24"/>
                <w:szCs w:val="24"/>
              </w:rPr>
              <w:t>1.3.2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 xml:space="preserve">срок </w:t>
            </w:r>
            <w:proofErr w:type="gramStart"/>
            <w:r w:rsidRPr="00631B09">
              <w:rPr>
                <w:sz w:val="24"/>
                <w:szCs w:val="24"/>
              </w:rPr>
              <w:t>достижения</w:t>
            </w:r>
            <w:proofErr w:type="gramEnd"/>
            <w:r w:rsidRPr="00631B09">
              <w:rPr>
                <w:sz w:val="24"/>
                <w:szCs w:val="24"/>
              </w:rPr>
              <w:t xml:space="preserve"> которых наступает в отчетном периоде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8" w:name="P915"/>
            <w:bookmarkEnd w:id="8"/>
            <w:r w:rsidRPr="00631B09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1462" w:type="dxa"/>
          </w:tcPr>
          <w:p w:rsidR="00E73603" w:rsidRPr="00631B09" w:rsidRDefault="00E707B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9" w:name="P918"/>
            <w:bookmarkEnd w:id="9"/>
            <w:r w:rsidRPr="00631B09">
              <w:rPr>
                <w:sz w:val="24"/>
                <w:szCs w:val="24"/>
              </w:rPr>
              <w:t>1.4.1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отсутствием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E707B6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73603" w:rsidRPr="00631B09" w:rsidTr="007F09D2">
        <w:tc>
          <w:tcPr>
            <w:tcW w:w="1157" w:type="dxa"/>
          </w:tcPr>
          <w:p w:rsidR="00E73603" w:rsidRPr="00631B09" w:rsidRDefault="00E73603" w:rsidP="008A4DC3">
            <w:pPr>
              <w:pStyle w:val="ConsPlusNormal"/>
              <w:jc w:val="right"/>
              <w:rPr>
                <w:sz w:val="24"/>
                <w:szCs w:val="24"/>
              </w:rPr>
            </w:pPr>
            <w:bookmarkStart w:id="10" w:name="P921"/>
            <w:bookmarkEnd w:id="10"/>
            <w:r w:rsidRPr="00631B09">
              <w:rPr>
                <w:sz w:val="24"/>
                <w:szCs w:val="24"/>
              </w:rPr>
              <w:t>1.4.2</w:t>
            </w:r>
          </w:p>
        </w:tc>
        <w:tc>
          <w:tcPr>
            <w:tcW w:w="6418" w:type="dxa"/>
          </w:tcPr>
          <w:p w:rsidR="00E73603" w:rsidRPr="00631B09" w:rsidRDefault="00E73603" w:rsidP="008A4DC3">
            <w:pPr>
              <w:pStyle w:val="ConsPlusNormal"/>
              <w:ind w:left="283"/>
              <w:rPr>
                <w:sz w:val="24"/>
                <w:szCs w:val="24"/>
              </w:rPr>
            </w:pPr>
            <w:r w:rsidRPr="00631B09">
              <w:rPr>
                <w:sz w:val="24"/>
                <w:szCs w:val="24"/>
              </w:rPr>
              <w:t>с наличием отклонений от плановых сроков их достижения</w:t>
            </w:r>
          </w:p>
        </w:tc>
        <w:tc>
          <w:tcPr>
            <w:tcW w:w="1462" w:type="dxa"/>
          </w:tcPr>
          <w:p w:rsidR="00E73603" w:rsidRPr="00631B09" w:rsidRDefault="00450BB9" w:rsidP="008A4DC3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73603" w:rsidRDefault="00E73603" w:rsidP="00E73603">
      <w:pPr>
        <w:pStyle w:val="ConsPlusNormal"/>
        <w:jc w:val="both"/>
      </w:pPr>
    </w:p>
    <w:p w:rsidR="00E73603" w:rsidRDefault="00E73603" w:rsidP="00E73603">
      <w:pPr>
        <w:pStyle w:val="ConsPlusNormal"/>
        <w:jc w:val="center"/>
        <w:outlineLvl w:val="2"/>
      </w:pPr>
      <w:bookmarkStart w:id="11" w:name="P964"/>
      <w:bookmarkEnd w:id="11"/>
      <w:r>
        <w:t xml:space="preserve">Раздел </w:t>
      </w:r>
      <w:proofErr w:type="spellStart"/>
      <w:r>
        <w:t>II</w:t>
      </w:r>
      <w:proofErr w:type="spellEnd"/>
      <w:r>
        <w:t>. Информация о достижении результатов</w:t>
      </w:r>
    </w:p>
    <w:p w:rsidR="00E73603" w:rsidRDefault="00E73603" w:rsidP="00FE60F9">
      <w:pPr>
        <w:pStyle w:val="ConsPlusNormal"/>
        <w:jc w:val="center"/>
        <w:rPr>
          <w:sz w:val="27"/>
          <w:szCs w:val="27"/>
        </w:rPr>
      </w:pPr>
      <w:r>
        <w:t>предоставления субсидии</w:t>
      </w: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  <w:sectPr w:rsidR="00E73603" w:rsidSect="00365321">
          <w:headerReference w:type="default" r:id="rId8"/>
          <w:pgSz w:w="11906" w:h="16840"/>
          <w:pgMar w:top="850" w:right="850" w:bottom="850" w:left="1134" w:header="0" w:footer="0" w:gutter="0"/>
          <w:cols w:space="720"/>
          <w:noEndnote/>
          <w:docGrid w:linePitch="272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3"/>
        <w:gridCol w:w="907"/>
        <w:gridCol w:w="907"/>
        <w:gridCol w:w="907"/>
        <w:gridCol w:w="826"/>
        <w:gridCol w:w="440"/>
        <w:gridCol w:w="709"/>
        <w:gridCol w:w="764"/>
        <w:gridCol w:w="709"/>
        <w:gridCol w:w="764"/>
        <w:gridCol w:w="764"/>
        <w:gridCol w:w="796"/>
        <w:gridCol w:w="645"/>
        <w:gridCol w:w="1332"/>
        <w:gridCol w:w="939"/>
        <w:gridCol w:w="1082"/>
        <w:gridCol w:w="790"/>
        <w:gridCol w:w="790"/>
      </w:tblGrid>
      <w:tr w:rsidR="004C22C2" w:rsidRPr="007F09D2" w:rsidTr="004C22C2">
        <w:tc>
          <w:tcPr>
            <w:tcW w:w="1193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Получатель субсидии</w:t>
            </w:r>
          </w:p>
        </w:tc>
        <w:tc>
          <w:tcPr>
            <w:tcW w:w="90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Наименования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0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907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Тип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266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Единица измерения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4506" w:type="dxa"/>
            <w:gridSpan w:val="6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Значение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977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Срок достижения результата предоставления субсидии, контрольной точки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021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Размер субсидии, подлежащей предоставлению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80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  <w:hyperlink w:anchor="P1370" w:tooltip="&lt;5&gt; Показатели раздела II настоящего приложения:">
              <w:r w:rsidRPr="007F09D2">
                <w:rPr>
                  <w:color w:val="0000FF"/>
                  <w:sz w:val="20"/>
                  <w:szCs w:val="20"/>
                </w:rPr>
                <w:t>&lt;5&gt;</w:t>
              </w:r>
            </w:hyperlink>
          </w:p>
        </w:tc>
      </w:tr>
      <w:tr w:rsidR="00961D3D" w:rsidRPr="007F09D2" w:rsidTr="004C22C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2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44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 xml:space="preserve">код 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14.11.2024) {КонсультантПлюс}">
              <w:proofErr w:type="spellStart"/>
              <w:r w:rsidRPr="007F09D2">
                <w:rPr>
                  <w:color w:val="0000FF"/>
                  <w:sz w:val="20"/>
                  <w:szCs w:val="20"/>
                </w:rPr>
                <w:t>ОКЕИ</w:t>
              </w:r>
              <w:proofErr w:type="spellEnd"/>
            </w:hyperlink>
          </w:p>
        </w:tc>
        <w:tc>
          <w:tcPr>
            <w:tcW w:w="147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плановое</w:t>
            </w:r>
          </w:p>
        </w:tc>
        <w:tc>
          <w:tcPr>
            <w:tcW w:w="1473" w:type="dxa"/>
            <w:gridSpan w:val="2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фактическое</w:t>
            </w:r>
          </w:p>
        </w:tc>
        <w:tc>
          <w:tcPr>
            <w:tcW w:w="764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прогнозное</w:t>
            </w:r>
            <w:proofErr w:type="gramEnd"/>
            <w:r w:rsidRPr="007F09D2">
              <w:rPr>
                <w:sz w:val="20"/>
                <w:szCs w:val="20"/>
              </w:rPr>
              <w:t xml:space="preserve"> с начала текущего финансового года</w:t>
            </w:r>
          </w:p>
        </w:tc>
        <w:tc>
          <w:tcPr>
            <w:tcW w:w="796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 распределено</w:t>
            </w:r>
          </w:p>
        </w:tc>
        <w:tc>
          <w:tcPr>
            <w:tcW w:w="645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плановая</w:t>
            </w:r>
          </w:p>
        </w:tc>
        <w:tc>
          <w:tcPr>
            <w:tcW w:w="133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фактическая/прогнозная</w:t>
            </w:r>
          </w:p>
        </w:tc>
        <w:tc>
          <w:tcPr>
            <w:tcW w:w="939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распределенный по получателям субсидии, руб.</w:t>
            </w:r>
          </w:p>
        </w:tc>
        <w:tc>
          <w:tcPr>
            <w:tcW w:w="1082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нераспределенный, руб.</w:t>
            </w:r>
          </w:p>
        </w:tc>
        <w:tc>
          <w:tcPr>
            <w:tcW w:w="79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обязательств, руб.</w:t>
            </w:r>
          </w:p>
        </w:tc>
        <w:tc>
          <w:tcPr>
            <w:tcW w:w="790" w:type="dxa"/>
            <w:vMerge w:val="restart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денежных обязательств, руб.</w:t>
            </w:r>
          </w:p>
        </w:tc>
      </w:tr>
      <w:tr w:rsidR="00961D3D" w:rsidRPr="007F09D2" w:rsidTr="004C22C2"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7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F09D2">
              <w:rPr>
                <w:sz w:val="20"/>
                <w:szCs w:val="20"/>
              </w:rPr>
              <w:t>с даты заключения</w:t>
            </w:r>
            <w:proofErr w:type="gramEnd"/>
            <w:r w:rsidRPr="007F09D2">
              <w:rPr>
                <w:sz w:val="20"/>
                <w:szCs w:val="20"/>
              </w:rPr>
              <w:t xml:space="preserve"> соглашения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из них с начала текущего финансового года</w:t>
            </w: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73603" w:rsidRPr="007F09D2" w:rsidRDefault="00E73603" w:rsidP="008A4DC3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961D3D" w:rsidRPr="007F09D2" w:rsidTr="004C22C2">
        <w:tc>
          <w:tcPr>
            <w:tcW w:w="1193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2" w:name="P992"/>
            <w:bookmarkEnd w:id="12"/>
            <w:r w:rsidRPr="007F09D2">
              <w:rPr>
                <w:sz w:val="20"/>
                <w:szCs w:val="20"/>
              </w:rPr>
              <w:t>1</w:t>
            </w:r>
          </w:p>
        </w:tc>
        <w:tc>
          <w:tcPr>
            <w:tcW w:w="90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3" w:name="P993"/>
            <w:bookmarkEnd w:id="13"/>
            <w:r w:rsidRPr="007F09D2">
              <w:rPr>
                <w:sz w:val="20"/>
                <w:szCs w:val="20"/>
              </w:rPr>
              <w:t>2</w:t>
            </w:r>
          </w:p>
        </w:tc>
        <w:tc>
          <w:tcPr>
            <w:tcW w:w="90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3</w:t>
            </w:r>
          </w:p>
        </w:tc>
        <w:tc>
          <w:tcPr>
            <w:tcW w:w="907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4</w:t>
            </w:r>
          </w:p>
        </w:tc>
        <w:tc>
          <w:tcPr>
            <w:tcW w:w="82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4" w:name="P996"/>
            <w:bookmarkEnd w:id="14"/>
            <w:r w:rsidRPr="007F09D2">
              <w:rPr>
                <w:sz w:val="20"/>
                <w:szCs w:val="20"/>
              </w:rPr>
              <w:t>5</w:t>
            </w:r>
          </w:p>
        </w:tc>
        <w:tc>
          <w:tcPr>
            <w:tcW w:w="44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5" w:name="P997"/>
            <w:bookmarkEnd w:id="15"/>
            <w:r w:rsidRPr="007F09D2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6" w:name="P998"/>
            <w:bookmarkEnd w:id="16"/>
            <w:r w:rsidRPr="007F09D2">
              <w:rPr>
                <w:sz w:val="20"/>
                <w:szCs w:val="20"/>
              </w:rPr>
              <w:t>7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7" w:name="P999"/>
            <w:bookmarkEnd w:id="17"/>
            <w:r w:rsidRPr="007F09D2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8" w:name="P1000"/>
            <w:bookmarkEnd w:id="18"/>
            <w:r w:rsidRPr="007F09D2">
              <w:rPr>
                <w:sz w:val="20"/>
                <w:szCs w:val="20"/>
              </w:rPr>
              <w:t>9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19" w:name="P1001"/>
            <w:bookmarkEnd w:id="19"/>
            <w:r w:rsidRPr="007F09D2">
              <w:rPr>
                <w:sz w:val="20"/>
                <w:szCs w:val="20"/>
              </w:rPr>
              <w:t>10</w:t>
            </w:r>
          </w:p>
        </w:tc>
        <w:tc>
          <w:tcPr>
            <w:tcW w:w="764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0" w:name="P1002"/>
            <w:bookmarkEnd w:id="20"/>
            <w:r w:rsidRPr="007F09D2">
              <w:rPr>
                <w:sz w:val="20"/>
                <w:szCs w:val="20"/>
              </w:rPr>
              <w:t>11</w:t>
            </w:r>
          </w:p>
        </w:tc>
        <w:tc>
          <w:tcPr>
            <w:tcW w:w="796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1" w:name="P1003"/>
            <w:bookmarkEnd w:id="21"/>
            <w:r w:rsidRPr="007F09D2">
              <w:rPr>
                <w:sz w:val="20"/>
                <w:szCs w:val="20"/>
              </w:rPr>
              <w:t>12</w:t>
            </w:r>
          </w:p>
        </w:tc>
        <w:tc>
          <w:tcPr>
            <w:tcW w:w="645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2" w:name="P1004"/>
            <w:bookmarkEnd w:id="22"/>
            <w:r w:rsidRPr="007F09D2">
              <w:rPr>
                <w:sz w:val="20"/>
                <w:szCs w:val="20"/>
              </w:rPr>
              <w:t>13</w:t>
            </w:r>
          </w:p>
        </w:tc>
        <w:tc>
          <w:tcPr>
            <w:tcW w:w="133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3" w:name="P1005"/>
            <w:bookmarkEnd w:id="23"/>
            <w:r w:rsidRPr="007F09D2">
              <w:rPr>
                <w:sz w:val="20"/>
                <w:szCs w:val="20"/>
              </w:rPr>
              <w:t>14</w:t>
            </w:r>
          </w:p>
        </w:tc>
        <w:tc>
          <w:tcPr>
            <w:tcW w:w="939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4" w:name="P1006"/>
            <w:bookmarkEnd w:id="24"/>
            <w:r w:rsidRPr="007F09D2">
              <w:rPr>
                <w:sz w:val="20"/>
                <w:szCs w:val="20"/>
              </w:rPr>
              <w:t>15</w:t>
            </w:r>
          </w:p>
        </w:tc>
        <w:tc>
          <w:tcPr>
            <w:tcW w:w="1082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5" w:name="P1007"/>
            <w:bookmarkEnd w:id="25"/>
            <w:r w:rsidRPr="007F09D2">
              <w:rPr>
                <w:sz w:val="20"/>
                <w:szCs w:val="20"/>
              </w:rPr>
              <w:t>16</w:t>
            </w:r>
          </w:p>
        </w:tc>
        <w:tc>
          <w:tcPr>
            <w:tcW w:w="79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6" w:name="P1008"/>
            <w:bookmarkEnd w:id="26"/>
            <w:r w:rsidRPr="007F09D2">
              <w:rPr>
                <w:sz w:val="20"/>
                <w:szCs w:val="20"/>
              </w:rPr>
              <w:t>17</w:t>
            </w:r>
          </w:p>
        </w:tc>
        <w:tc>
          <w:tcPr>
            <w:tcW w:w="790" w:type="dxa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27" w:name="P1009"/>
            <w:bookmarkEnd w:id="27"/>
            <w:r w:rsidRPr="007F09D2">
              <w:rPr>
                <w:sz w:val="20"/>
                <w:szCs w:val="20"/>
              </w:rPr>
              <w:t>18</w:t>
            </w:r>
          </w:p>
        </w:tc>
      </w:tr>
      <w:tr w:rsidR="00961D3D" w:rsidRPr="007F09D2" w:rsidTr="004C22C2">
        <w:tc>
          <w:tcPr>
            <w:tcW w:w="2100" w:type="dxa"/>
            <w:gridSpan w:val="2"/>
            <w:vAlign w:val="center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</w:t>
            </w:r>
          </w:p>
        </w:tc>
        <w:tc>
          <w:tcPr>
            <w:tcW w:w="907" w:type="dxa"/>
            <w:vAlign w:val="center"/>
          </w:tcPr>
          <w:p w:rsidR="00E73603" w:rsidRPr="007F09D2" w:rsidRDefault="007F09D2" w:rsidP="007F09D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vAlign w:val="center"/>
          </w:tcPr>
          <w:p w:rsidR="00E73603" w:rsidRPr="007F09D2" w:rsidRDefault="007F09D2" w:rsidP="007F09D2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826" w:type="dxa"/>
            <w:vAlign w:val="center"/>
          </w:tcPr>
          <w:p w:rsidR="00E73603" w:rsidRPr="007F09D2" w:rsidRDefault="007F09D2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E73603" w:rsidRPr="007F09D2" w:rsidRDefault="007F09D2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E73603" w:rsidRPr="007F09D2" w:rsidRDefault="00F143CF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64" w:type="dxa"/>
            <w:vAlign w:val="center"/>
          </w:tcPr>
          <w:p w:rsidR="00E73603" w:rsidRPr="007F09D2" w:rsidRDefault="007F09D2" w:rsidP="00F143CF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2</w:t>
            </w:r>
            <w:r w:rsidR="00F143CF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E73603" w:rsidRPr="007F09D2" w:rsidRDefault="004923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64" w:type="dxa"/>
            <w:vAlign w:val="center"/>
          </w:tcPr>
          <w:p w:rsidR="00E73603" w:rsidRPr="007F09D2" w:rsidRDefault="004923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64" w:type="dxa"/>
            <w:vAlign w:val="center"/>
          </w:tcPr>
          <w:p w:rsidR="00E73603" w:rsidRPr="007F09D2" w:rsidRDefault="004923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96" w:type="dxa"/>
            <w:vAlign w:val="center"/>
          </w:tcPr>
          <w:p w:rsidR="00E73603" w:rsidRPr="007F09D2" w:rsidRDefault="007F09D2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645" w:type="dxa"/>
            <w:vAlign w:val="center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332" w:type="dxa"/>
            <w:vAlign w:val="center"/>
          </w:tcPr>
          <w:p w:rsidR="00E73603" w:rsidRPr="007F09D2" w:rsidRDefault="00E73603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939" w:type="dxa"/>
            <w:vAlign w:val="center"/>
          </w:tcPr>
          <w:p w:rsidR="00E73603" w:rsidRPr="007F09D2" w:rsidRDefault="004923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3525000</w:t>
            </w:r>
            <w:r w:rsidR="007F09D2">
              <w:rPr>
                <w:sz w:val="20"/>
                <w:szCs w:val="20"/>
              </w:rPr>
              <w:t>,00</w:t>
            </w:r>
          </w:p>
        </w:tc>
        <w:tc>
          <w:tcPr>
            <w:tcW w:w="1082" w:type="dxa"/>
            <w:vAlign w:val="center"/>
          </w:tcPr>
          <w:p w:rsidR="00E73603" w:rsidRPr="007F09D2" w:rsidRDefault="007F09D2" w:rsidP="008A4DC3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-</w:t>
            </w:r>
          </w:p>
        </w:tc>
        <w:tc>
          <w:tcPr>
            <w:tcW w:w="790" w:type="dxa"/>
            <w:vAlign w:val="center"/>
          </w:tcPr>
          <w:p w:rsidR="00E73603" w:rsidRPr="007F09D2" w:rsidRDefault="004923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3232720,20</w:t>
            </w:r>
          </w:p>
        </w:tc>
        <w:tc>
          <w:tcPr>
            <w:tcW w:w="790" w:type="dxa"/>
            <w:vAlign w:val="center"/>
          </w:tcPr>
          <w:p w:rsidR="00E73603" w:rsidRPr="007F09D2" w:rsidRDefault="00492346" w:rsidP="00961D3D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3232720,20</w:t>
            </w:r>
          </w:p>
        </w:tc>
      </w:tr>
      <w:tr w:rsidR="003710E1" w:rsidRPr="007F09D2" w:rsidTr="004C22C2">
        <w:tc>
          <w:tcPr>
            <w:tcW w:w="1193" w:type="dxa"/>
            <w:vMerge w:val="restart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МБУ</w:t>
            </w:r>
            <w:proofErr w:type="spellEnd"/>
            <w:r>
              <w:rPr>
                <w:sz w:val="20"/>
                <w:szCs w:val="20"/>
              </w:rPr>
              <w:t xml:space="preserve"> «ДК «Тракторостроитель»</w:t>
            </w:r>
          </w:p>
        </w:tc>
        <w:tc>
          <w:tcPr>
            <w:tcW w:w="907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проведение культурно-массовых меропри</w:t>
            </w:r>
            <w:r>
              <w:rPr>
                <w:sz w:val="20"/>
                <w:szCs w:val="20"/>
              </w:rPr>
              <w:lastRenderedPageBreak/>
              <w:t>ятий</w:t>
            </w:r>
          </w:p>
        </w:tc>
        <w:tc>
          <w:tcPr>
            <w:tcW w:w="907" w:type="dxa"/>
            <w:vAlign w:val="center"/>
          </w:tcPr>
          <w:p w:rsidR="003710E1" w:rsidRPr="007F09D2" w:rsidRDefault="003710E1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07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6" w:type="dxa"/>
            <w:vAlign w:val="center"/>
          </w:tcPr>
          <w:p w:rsidR="003710E1" w:rsidRPr="007F09D2" w:rsidRDefault="003710E1" w:rsidP="00D163FE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3710E1" w:rsidRPr="007F09D2" w:rsidRDefault="003710E1" w:rsidP="00D163FE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64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vAlign w:val="center"/>
          </w:tcPr>
          <w:p w:rsidR="003710E1" w:rsidRPr="007F09D2" w:rsidRDefault="00F93EB0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64" w:type="dxa"/>
            <w:vAlign w:val="center"/>
          </w:tcPr>
          <w:p w:rsidR="003710E1" w:rsidRPr="007F09D2" w:rsidRDefault="00F93EB0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64" w:type="dxa"/>
            <w:vAlign w:val="center"/>
          </w:tcPr>
          <w:p w:rsidR="003710E1" w:rsidRPr="007F09D2" w:rsidRDefault="00F93EB0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96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32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39" w:type="dxa"/>
            <w:vAlign w:val="center"/>
          </w:tcPr>
          <w:p w:rsidR="003710E1" w:rsidRPr="007F09D2" w:rsidRDefault="00F93EB0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2225000</w:t>
            </w:r>
            <w:r w:rsidR="003710E1">
              <w:rPr>
                <w:sz w:val="20"/>
                <w:szCs w:val="20"/>
              </w:rPr>
              <w:t>,00</w:t>
            </w:r>
          </w:p>
        </w:tc>
        <w:tc>
          <w:tcPr>
            <w:tcW w:w="1082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3710E1" w:rsidRPr="007F09D2" w:rsidRDefault="00F93EB0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1932870,20</w:t>
            </w:r>
          </w:p>
        </w:tc>
        <w:tc>
          <w:tcPr>
            <w:tcW w:w="790" w:type="dxa"/>
            <w:vAlign w:val="center"/>
          </w:tcPr>
          <w:p w:rsidR="003710E1" w:rsidRPr="007F09D2" w:rsidRDefault="00F93EB0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1932870,20</w:t>
            </w:r>
          </w:p>
        </w:tc>
      </w:tr>
      <w:tr w:rsidR="003710E1" w:rsidRPr="007F09D2" w:rsidTr="004C22C2">
        <w:tc>
          <w:tcPr>
            <w:tcW w:w="0" w:type="auto"/>
            <w:vMerge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мероприятия</w:t>
            </w:r>
          </w:p>
        </w:tc>
        <w:tc>
          <w:tcPr>
            <w:tcW w:w="907" w:type="dxa"/>
            <w:vAlign w:val="center"/>
          </w:tcPr>
          <w:p w:rsidR="003710E1" w:rsidRPr="007F09D2" w:rsidRDefault="003710E1" w:rsidP="004C22C2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07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26" w:type="dxa"/>
            <w:vAlign w:val="center"/>
          </w:tcPr>
          <w:p w:rsidR="003710E1" w:rsidRPr="007F09D2" w:rsidRDefault="003710E1" w:rsidP="00D163FE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3710E1" w:rsidRPr="007F09D2" w:rsidRDefault="003710E1" w:rsidP="00D163FE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64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96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1332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939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3710E1" w:rsidRPr="007F09D2" w:rsidTr="003710E1">
        <w:trPr>
          <w:trHeight w:val="2417"/>
        </w:trPr>
        <w:tc>
          <w:tcPr>
            <w:tcW w:w="0" w:type="auto"/>
            <w:vMerge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3710E1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мероприятия</w:t>
            </w:r>
          </w:p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3710E1" w:rsidRPr="007F09D2" w:rsidRDefault="003710E1" w:rsidP="003710E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КТ-0000000002</w:t>
            </w:r>
          </w:p>
        </w:tc>
        <w:tc>
          <w:tcPr>
            <w:tcW w:w="907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26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4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96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32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39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3710E1" w:rsidRPr="007F09D2" w:rsidTr="003710E1">
        <w:trPr>
          <w:trHeight w:val="425"/>
        </w:trPr>
        <w:tc>
          <w:tcPr>
            <w:tcW w:w="0" w:type="auto"/>
            <w:vMerge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3710E1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мероприятия</w:t>
            </w:r>
          </w:p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3710E1" w:rsidRPr="007F09D2" w:rsidRDefault="003710E1" w:rsidP="003710E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КТ-0000000003</w:t>
            </w:r>
          </w:p>
        </w:tc>
        <w:tc>
          <w:tcPr>
            <w:tcW w:w="907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26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3710E1" w:rsidRPr="007F09D2" w:rsidRDefault="00F93EB0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64" w:type="dxa"/>
            <w:vAlign w:val="center"/>
          </w:tcPr>
          <w:p w:rsidR="003710E1" w:rsidRPr="007F09D2" w:rsidRDefault="00F93EB0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96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3710E1" w:rsidRPr="007F09D2" w:rsidRDefault="003710E1" w:rsidP="003710E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1332" w:type="dxa"/>
            <w:vAlign w:val="center"/>
          </w:tcPr>
          <w:p w:rsidR="003710E1" w:rsidRPr="007F09D2" w:rsidRDefault="003710E1" w:rsidP="003710E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939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3710E1" w:rsidRPr="007F09D2" w:rsidTr="00457233">
        <w:trPr>
          <w:trHeight w:val="451"/>
        </w:trPr>
        <w:tc>
          <w:tcPr>
            <w:tcW w:w="0" w:type="auto"/>
            <w:vMerge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3710E1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</w:t>
            </w:r>
            <w:r>
              <w:rPr>
                <w:sz w:val="20"/>
                <w:szCs w:val="20"/>
              </w:rPr>
              <w:lastRenderedPageBreak/>
              <w:t>мероприятия</w:t>
            </w:r>
          </w:p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3710E1" w:rsidRPr="007F09D2" w:rsidRDefault="003710E1" w:rsidP="003710E1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КТ-0000000004</w:t>
            </w:r>
          </w:p>
        </w:tc>
        <w:tc>
          <w:tcPr>
            <w:tcW w:w="907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26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64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3710E1" w:rsidRPr="007F09D2" w:rsidRDefault="003710E1" w:rsidP="003710E1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32" w:type="dxa"/>
            <w:vAlign w:val="center"/>
          </w:tcPr>
          <w:p w:rsidR="003710E1" w:rsidRPr="007F09D2" w:rsidRDefault="003710E1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39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3710E1" w:rsidRPr="007F09D2" w:rsidRDefault="003710E1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3710E1" w:rsidRPr="007F09D2" w:rsidTr="00D163FE">
        <w:tc>
          <w:tcPr>
            <w:tcW w:w="1193" w:type="dxa"/>
            <w:vMerge w:val="restart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МБУ</w:t>
            </w:r>
            <w:proofErr w:type="spellEnd"/>
            <w:r>
              <w:rPr>
                <w:sz w:val="20"/>
                <w:szCs w:val="20"/>
              </w:rPr>
              <w:t xml:space="preserve"> «ДК «</w:t>
            </w:r>
            <w:proofErr w:type="spellStart"/>
            <w:r>
              <w:rPr>
                <w:sz w:val="20"/>
                <w:szCs w:val="20"/>
              </w:rPr>
              <w:t>Алтайсельмаш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907" w:type="dxa"/>
            <w:vAlign w:val="center"/>
          </w:tcPr>
          <w:p w:rsidR="003710E1" w:rsidRPr="007F09D2" w:rsidRDefault="003710E1" w:rsidP="00D163FE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Результат предоставления субсидии:</w:t>
            </w:r>
            <w:r>
              <w:rPr>
                <w:sz w:val="20"/>
                <w:szCs w:val="20"/>
              </w:rPr>
              <w:t xml:space="preserve"> проведение культурно-массовых мероприятий</w:t>
            </w:r>
          </w:p>
        </w:tc>
        <w:tc>
          <w:tcPr>
            <w:tcW w:w="907" w:type="dxa"/>
            <w:vAlign w:val="center"/>
          </w:tcPr>
          <w:p w:rsidR="003710E1" w:rsidRPr="007F09D2" w:rsidRDefault="003710E1" w:rsidP="00D163F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7" w:type="dxa"/>
            <w:vAlign w:val="center"/>
          </w:tcPr>
          <w:p w:rsidR="003710E1" w:rsidRPr="007F09D2" w:rsidRDefault="003710E1" w:rsidP="00D163F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826" w:type="dxa"/>
            <w:vAlign w:val="center"/>
          </w:tcPr>
          <w:p w:rsidR="003710E1" w:rsidRPr="007F09D2" w:rsidRDefault="003710E1" w:rsidP="00D163FE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3710E1" w:rsidRPr="007F09D2" w:rsidRDefault="003710E1" w:rsidP="00D163FE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64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:rsidR="003710E1" w:rsidRPr="007F09D2" w:rsidRDefault="004923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64" w:type="dxa"/>
            <w:vAlign w:val="center"/>
          </w:tcPr>
          <w:p w:rsidR="003710E1" w:rsidRPr="007F09D2" w:rsidRDefault="004923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64" w:type="dxa"/>
            <w:vAlign w:val="center"/>
          </w:tcPr>
          <w:p w:rsidR="003710E1" w:rsidRPr="007F09D2" w:rsidRDefault="004923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96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3710E1" w:rsidRPr="007F09D2" w:rsidRDefault="003710E1" w:rsidP="00D163FE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32" w:type="dxa"/>
            <w:vAlign w:val="center"/>
          </w:tcPr>
          <w:p w:rsidR="003710E1" w:rsidRPr="007F09D2" w:rsidRDefault="003710E1" w:rsidP="00D163FE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39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1300000,00</w:t>
            </w:r>
          </w:p>
        </w:tc>
        <w:tc>
          <w:tcPr>
            <w:tcW w:w="1082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3710E1" w:rsidRPr="007F09D2" w:rsidRDefault="004923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1299850,00</w:t>
            </w:r>
          </w:p>
        </w:tc>
        <w:tc>
          <w:tcPr>
            <w:tcW w:w="790" w:type="dxa"/>
            <w:vAlign w:val="center"/>
          </w:tcPr>
          <w:p w:rsidR="003710E1" w:rsidRPr="007F09D2" w:rsidRDefault="00492346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1299850</w:t>
            </w:r>
            <w:r w:rsidR="003710E1">
              <w:rPr>
                <w:sz w:val="20"/>
                <w:szCs w:val="20"/>
              </w:rPr>
              <w:t>,00</w:t>
            </w:r>
          </w:p>
        </w:tc>
      </w:tr>
      <w:tr w:rsidR="003710E1" w:rsidRPr="007F09D2" w:rsidTr="00D163FE">
        <w:tc>
          <w:tcPr>
            <w:tcW w:w="0" w:type="auto"/>
            <w:vMerge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3710E1" w:rsidRPr="007F09D2" w:rsidRDefault="003710E1" w:rsidP="00D163FE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мероприятия</w:t>
            </w:r>
          </w:p>
        </w:tc>
        <w:tc>
          <w:tcPr>
            <w:tcW w:w="907" w:type="dxa"/>
            <w:vAlign w:val="center"/>
          </w:tcPr>
          <w:p w:rsidR="003710E1" w:rsidRPr="007F09D2" w:rsidRDefault="003710E1" w:rsidP="00D163F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КТ-0000000001</w:t>
            </w:r>
          </w:p>
        </w:tc>
        <w:tc>
          <w:tcPr>
            <w:tcW w:w="907" w:type="dxa"/>
            <w:vAlign w:val="center"/>
          </w:tcPr>
          <w:p w:rsidR="003710E1" w:rsidRPr="007F09D2" w:rsidRDefault="003710E1" w:rsidP="00D163FE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26" w:type="dxa"/>
            <w:vAlign w:val="center"/>
          </w:tcPr>
          <w:p w:rsidR="003710E1" w:rsidRPr="007F09D2" w:rsidRDefault="003710E1" w:rsidP="00D163FE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3710E1" w:rsidRPr="007F09D2" w:rsidRDefault="003710E1" w:rsidP="00D163FE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64" w:type="dxa"/>
            <w:vAlign w:val="center"/>
          </w:tcPr>
          <w:p w:rsidR="003710E1" w:rsidRPr="007F09D2" w:rsidRDefault="003710E1" w:rsidP="008A4DC3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96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3710E1" w:rsidRPr="007F09D2" w:rsidRDefault="003710E1" w:rsidP="00D163FE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1332" w:type="dxa"/>
            <w:vAlign w:val="center"/>
          </w:tcPr>
          <w:p w:rsidR="003710E1" w:rsidRPr="007F09D2" w:rsidRDefault="003710E1" w:rsidP="00D163FE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939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3710E1" w:rsidRPr="007F09D2" w:rsidRDefault="003710E1" w:rsidP="008A4DC3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C4632F" w:rsidRPr="007F09D2" w:rsidTr="00054CB1">
        <w:trPr>
          <w:trHeight w:val="439"/>
        </w:trPr>
        <w:tc>
          <w:tcPr>
            <w:tcW w:w="0" w:type="auto"/>
            <w:vMerge/>
          </w:tcPr>
          <w:p w:rsidR="00C4632F" w:rsidRPr="007F09D2" w:rsidRDefault="00C4632F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мероприятия</w:t>
            </w:r>
          </w:p>
        </w:tc>
        <w:tc>
          <w:tcPr>
            <w:tcW w:w="907" w:type="dxa"/>
            <w:vAlign w:val="center"/>
          </w:tcPr>
          <w:p w:rsidR="00C4632F" w:rsidRPr="007F09D2" w:rsidRDefault="00C4632F" w:rsidP="00C4632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КТ-0000000002</w:t>
            </w:r>
          </w:p>
        </w:tc>
        <w:tc>
          <w:tcPr>
            <w:tcW w:w="907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26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64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96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1332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30.06.2025</w:t>
            </w:r>
          </w:p>
        </w:tc>
        <w:tc>
          <w:tcPr>
            <w:tcW w:w="939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C4632F" w:rsidRPr="007F09D2" w:rsidTr="00350DE0">
        <w:trPr>
          <w:trHeight w:val="475"/>
        </w:trPr>
        <w:tc>
          <w:tcPr>
            <w:tcW w:w="0" w:type="auto"/>
            <w:vMerge/>
          </w:tcPr>
          <w:p w:rsidR="00C4632F" w:rsidRPr="007F09D2" w:rsidRDefault="00C4632F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культурно-массовые мероприятия</w:t>
            </w:r>
          </w:p>
        </w:tc>
        <w:tc>
          <w:tcPr>
            <w:tcW w:w="907" w:type="dxa"/>
            <w:vAlign w:val="center"/>
          </w:tcPr>
          <w:p w:rsidR="00C4632F" w:rsidRPr="007F09D2" w:rsidRDefault="00C4632F" w:rsidP="00C4632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КТ-0000000003</w:t>
            </w:r>
          </w:p>
        </w:tc>
        <w:tc>
          <w:tcPr>
            <w:tcW w:w="907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Услуги оказаны (работы </w:t>
            </w:r>
            <w:r>
              <w:rPr>
                <w:sz w:val="20"/>
                <w:szCs w:val="20"/>
              </w:rPr>
              <w:lastRenderedPageBreak/>
              <w:t>выполнены)</w:t>
            </w:r>
          </w:p>
        </w:tc>
        <w:tc>
          <w:tcPr>
            <w:tcW w:w="826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440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C4632F" w:rsidRPr="007F09D2" w:rsidRDefault="00492346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64" w:type="dxa"/>
            <w:vAlign w:val="center"/>
          </w:tcPr>
          <w:p w:rsidR="00C4632F" w:rsidRPr="007F09D2" w:rsidRDefault="00492346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6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C4632F" w:rsidRPr="007F09D2" w:rsidRDefault="00C4632F" w:rsidP="00C4632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1332" w:type="dxa"/>
            <w:vAlign w:val="center"/>
          </w:tcPr>
          <w:p w:rsidR="00C4632F" w:rsidRPr="007F09D2" w:rsidRDefault="00C4632F" w:rsidP="00C4632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30.09.2025</w:t>
            </w:r>
          </w:p>
        </w:tc>
        <w:tc>
          <w:tcPr>
            <w:tcW w:w="939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  <w:tr w:rsidR="00C4632F" w:rsidRPr="007F09D2" w:rsidTr="00BF4C78">
        <w:trPr>
          <w:trHeight w:val="438"/>
        </w:trPr>
        <w:tc>
          <w:tcPr>
            <w:tcW w:w="0" w:type="auto"/>
            <w:vMerge/>
          </w:tcPr>
          <w:p w:rsidR="00C4632F" w:rsidRPr="007F09D2" w:rsidRDefault="00C4632F" w:rsidP="008A4DC3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Контрольная точка:</w:t>
            </w:r>
            <w:r>
              <w:rPr>
                <w:sz w:val="20"/>
                <w:szCs w:val="20"/>
              </w:rPr>
              <w:t xml:space="preserve"> культурно-массовые мероприятия</w:t>
            </w:r>
          </w:p>
        </w:tc>
        <w:tc>
          <w:tcPr>
            <w:tcW w:w="907" w:type="dxa"/>
            <w:vAlign w:val="center"/>
          </w:tcPr>
          <w:p w:rsidR="00C4632F" w:rsidRPr="007F09D2" w:rsidRDefault="00C4632F" w:rsidP="00C4632F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КТ-0000000004</w:t>
            </w:r>
          </w:p>
        </w:tc>
        <w:tc>
          <w:tcPr>
            <w:tcW w:w="907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 оказаны (работы выполнены)</w:t>
            </w:r>
          </w:p>
        </w:tc>
        <w:tc>
          <w:tcPr>
            <w:tcW w:w="826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единица</w:t>
            </w:r>
          </w:p>
        </w:tc>
        <w:tc>
          <w:tcPr>
            <w:tcW w:w="440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 w:rsidRPr="007F09D2">
              <w:rPr>
                <w:sz w:val="20"/>
                <w:szCs w:val="20"/>
              </w:rPr>
              <w:t>642</w:t>
            </w:r>
          </w:p>
        </w:tc>
        <w:tc>
          <w:tcPr>
            <w:tcW w:w="709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64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64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96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645" w:type="dxa"/>
            <w:vAlign w:val="center"/>
          </w:tcPr>
          <w:p w:rsidR="00C4632F" w:rsidRPr="007F09D2" w:rsidRDefault="00C4632F" w:rsidP="00884EA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1332" w:type="dxa"/>
            <w:vAlign w:val="center"/>
          </w:tcPr>
          <w:p w:rsidR="00C4632F" w:rsidRPr="007F09D2" w:rsidRDefault="00C4632F" w:rsidP="00C4632F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31.12.2025</w:t>
            </w:r>
          </w:p>
        </w:tc>
        <w:tc>
          <w:tcPr>
            <w:tcW w:w="939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82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  <w:tc>
          <w:tcPr>
            <w:tcW w:w="790" w:type="dxa"/>
            <w:vAlign w:val="center"/>
          </w:tcPr>
          <w:p w:rsidR="00C4632F" w:rsidRPr="007F09D2" w:rsidRDefault="00C4632F" w:rsidP="00884EA5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7F09D2">
              <w:rPr>
                <w:sz w:val="20"/>
                <w:szCs w:val="20"/>
              </w:rPr>
              <w:t>X</w:t>
            </w:r>
            <w:proofErr w:type="spellEnd"/>
          </w:p>
        </w:tc>
      </w:tr>
    </w:tbl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E73603">
      <w:pPr>
        <w:ind w:left="5670"/>
        <w:jc w:val="both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E73603" w:rsidRDefault="00E73603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AA6EBF" w:rsidRDefault="00AA6EBF" w:rsidP="008D5EC2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  <w:sectPr w:rsidR="00AA6EBF" w:rsidSect="00E73603">
          <w:pgSz w:w="16840" w:h="11906" w:orient="landscape"/>
          <w:pgMar w:top="1134" w:right="850" w:bottom="850" w:left="850" w:header="0" w:footer="0" w:gutter="0"/>
          <w:cols w:space="720"/>
          <w:noEndnote/>
          <w:docGrid w:linePitch="272"/>
        </w:sect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42CC1" w:rsidRDefault="00042CC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C22CB7">
      <w:pPr>
        <w:tabs>
          <w:tab w:val="left" w:pos="396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B226B1" w:rsidRDefault="00B226B1" w:rsidP="00042CC1">
      <w:pPr>
        <w:autoSpaceDE w:val="0"/>
        <w:autoSpaceDN w:val="0"/>
        <w:adjustRightInd w:val="0"/>
        <w:ind w:left="5664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Default="00042CC1" w:rsidP="00042CC1">
      <w:pPr>
        <w:autoSpaceDE w:val="0"/>
        <w:autoSpaceDN w:val="0"/>
        <w:adjustRightInd w:val="0"/>
        <w:ind w:left="10480" w:firstLine="708"/>
        <w:outlineLvl w:val="1"/>
        <w:rPr>
          <w:sz w:val="27"/>
          <w:szCs w:val="27"/>
        </w:rPr>
      </w:pPr>
    </w:p>
    <w:p w:rsidR="00042CC1" w:rsidRPr="001E7946" w:rsidRDefault="00042CC1" w:rsidP="009D25F1">
      <w:pPr>
        <w:pStyle w:val="ConsPlusNormal"/>
        <w:ind w:firstLine="709"/>
        <w:jc w:val="both"/>
        <w:rPr>
          <w:sz w:val="28"/>
          <w:szCs w:val="28"/>
        </w:rPr>
      </w:pPr>
    </w:p>
    <w:sectPr w:rsidR="00042CC1" w:rsidRPr="001E7946" w:rsidSect="00AA6EBF">
      <w:headerReference w:type="even" r:id="rId10"/>
      <w:headerReference w:type="default" r:id="rId11"/>
      <w:footerReference w:type="even" r:id="rId12"/>
      <w:footerReference w:type="default" r:id="rId13"/>
      <w:pgSz w:w="11906" w:h="16840"/>
      <w:pgMar w:top="850" w:right="850" w:bottom="850" w:left="1134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3A7" w:rsidRDefault="00E773A7">
      <w:r>
        <w:separator/>
      </w:r>
    </w:p>
  </w:endnote>
  <w:endnote w:type="continuationSeparator" w:id="0">
    <w:p w:rsidR="00E773A7" w:rsidRDefault="00E77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3FE" w:rsidRDefault="002B629C" w:rsidP="002F6FC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163F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63FE" w:rsidRDefault="00D163FE" w:rsidP="002F6FCC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3FE" w:rsidRDefault="00D163FE" w:rsidP="002F6FCC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3A7" w:rsidRDefault="00E773A7">
      <w:r>
        <w:separator/>
      </w:r>
    </w:p>
  </w:footnote>
  <w:footnote w:type="continuationSeparator" w:id="0">
    <w:p w:rsidR="00E773A7" w:rsidRDefault="00E77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3FE" w:rsidRDefault="00D163FE">
    <w:pPr>
      <w:pStyle w:val="a5"/>
      <w:jc w:val="right"/>
    </w:pPr>
  </w:p>
  <w:p w:rsidR="00D163FE" w:rsidRDefault="00D163F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3FE" w:rsidRDefault="002B629C" w:rsidP="003344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163F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63FE" w:rsidRDefault="00D163FE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3FE" w:rsidRDefault="002B629C">
    <w:pPr>
      <w:pStyle w:val="a5"/>
      <w:jc w:val="right"/>
    </w:pPr>
    <w:fldSimple w:instr=" PAGE   \* MERGEFORMAT ">
      <w:r w:rsidR="00683847">
        <w:rPr>
          <w:noProof/>
        </w:rPr>
        <w:t>7</w:t>
      </w:r>
    </w:fldSimple>
  </w:p>
  <w:p w:rsidR="00D163FE" w:rsidRDefault="00D163FE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54601"/>
    <w:multiLevelType w:val="hybridMultilevel"/>
    <w:tmpl w:val="ECA05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A3D81"/>
    <w:multiLevelType w:val="singleLevel"/>
    <w:tmpl w:val="74845C8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>
    <w:nsid w:val="45326076"/>
    <w:multiLevelType w:val="hybridMultilevel"/>
    <w:tmpl w:val="3AD4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4670"/>
    <w:rsid w:val="00005FAC"/>
    <w:rsid w:val="00013582"/>
    <w:rsid w:val="00013B2B"/>
    <w:rsid w:val="0001598D"/>
    <w:rsid w:val="0001601C"/>
    <w:rsid w:val="00016725"/>
    <w:rsid w:val="000207C6"/>
    <w:rsid w:val="0002426C"/>
    <w:rsid w:val="000317EE"/>
    <w:rsid w:val="00035031"/>
    <w:rsid w:val="00036A15"/>
    <w:rsid w:val="0004161A"/>
    <w:rsid w:val="00042CC1"/>
    <w:rsid w:val="0004407D"/>
    <w:rsid w:val="000463C8"/>
    <w:rsid w:val="00047091"/>
    <w:rsid w:val="0004786C"/>
    <w:rsid w:val="000617A2"/>
    <w:rsid w:val="000625D8"/>
    <w:rsid w:val="00062BA2"/>
    <w:rsid w:val="0006354C"/>
    <w:rsid w:val="0006597C"/>
    <w:rsid w:val="00074368"/>
    <w:rsid w:val="000827F5"/>
    <w:rsid w:val="00082A88"/>
    <w:rsid w:val="00092182"/>
    <w:rsid w:val="0009291D"/>
    <w:rsid w:val="0009440F"/>
    <w:rsid w:val="0009636E"/>
    <w:rsid w:val="000A1447"/>
    <w:rsid w:val="000A79D1"/>
    <w:rsid w:val="000B1C7A"/>
    <w:rsid w:val="000B437E"/>
    <w:rsid w:val="000B5659"/>
    <w:rsid w:val="000B6F00"/>
    <w:rsid w:val="000B72B2"/>
    <w:rsid w:val="000B76A7"/>
    <w:rsid w:val="000C2A54"/>
    <w:rsid w:val="000C3783"/>
    <w:rsid w:val="000C3AD2"/>
    <w:rsid w:val="000D03B5"/>
    <w:rsid w:val="000D7562"/>
    <w:rsid w:val="000E0142"/>
    <w:rsid w:val="000E2AB9"/>
    <w:rsid w:val="000E2DD4"/>
    <w:rsid w:val="000E4604"/>
    <w:rsid w:val="000F2AB1"/>
    <w:rsid w:val="000F5126"/>
    <w:rsid w:val="000F5396"/>
    <w:rsid w:val="000F5A23"/>
    <w:rsid w:val="000F6704"/>
    <w:rsid w:val="000F7456"/>
    <w:rsid w:val="00103CBC"/>
    <w:rsid w:val="00103EB5"/>
    <w:rsid w:val="001078BF"/>
    <w:rsid w:val="00110881"/>
    <w:rsid w:val="001121BD"/>
    <w:rsid w:val="00114691"/>
    <w:rsid w:val="00125112"/>
    <w:rsid w:val="00127C42"/>
    <w:rsid w:val="00127D95"/>
    <w:rsid w:val="00127EB7"/>
    <w:rsid w:val="001318C3"/>
    <w:rsid w:val="00133EB4"/>
    <w:rsid w:val="00134F02"/>
    <w:rsid w:val="0014302A"/>
    <w:rsid w:val="00143746"/>
    <w:rsid w:val="00143755"/>
    <w:rsid w:val="00143834"/>
    <w:rsid w:val="001517BB"/>
    <w:rsid w:val="00157ECF"/>
    <w:rsid w:val="001673EE"/>
    <w:rsid w:val="00172452"/>
    <w:rsid w:val="00172582"/>
    <w:rsid w:val="00184A4B"/>
    <w:rsid w:val="00185FB1"/>
    <w:rsid w:val="001904D2"/>
    <w:rsid w:val="0019624B"/>
    <w:rsid w:val="001A180E"/>
    <w:rsid w:val="001A65FB"/>
    <w:rsid w:val="001A7CE4"/>
    <w:rsid w:val="001B78E9"/>
    <w:rsid w:val="001C05C1"/>
    <w:rsid w:val="001C564A"/>
    <w:rsid w:val="001D4E4D"/>
    <w:rsid w:val="001E29F1"/>
    <w:rsid w:val="001E3B0B"/>
    <w:rsid w:val="001E42C3"/>
    <w:rsid w:val="001E72C8"/>
    <w:rsid w:val="001E7946"/>
    <w:rsid w:val="001F3400"/>
    <w:rsid w:val="001F7241"/>
    <w:rsid w:val="001F7DF3"/>
    <w:rsid w:val="00200386"/>
    <w:rsid w:val="00202DCF"/>
    <w:rsid w:val="00204510"/>
    <w:rsid w:val="002129EE"/>
    <w:rsid w:val="00213F01"/>
    <w:rsid w:val="0021529C"/>
    <w:rsid w:val="00215DB4"/>
    <w:rsid w:val="00220125"/>
    <w:rsid w:val="00220E45"/>
    <w:rsid w:val="002312B6"/>
    <w:rsid w:val="00232C09"/>
    <w:rsid w:val="00233A1C"/>
    <w:rsid w:val="002346F2"/>
    <w:rsid w:val="00235915"/>
    <w:rsid w:val="00237A1C"/>
    <w:rsid w:val="0024382C"/>
    <w:rsid w:val="00243F05"/>
    <w:rsid w:val="00247417"/>
    <w:rsid w:val="00247C59"/>
    <w:rsid w:val="002503F4"/>
    <w:rsid w:val="002563C6"/>
    <w:rsid w:val="0026053C"/>
    <w:rsid w:val="0026113D"/>
    <w:rsid w:val="00261C42"/>
    <w:rsid w:val="0026218E"/>
    <w:rsid w:val="00262849"/>
    <w:rsid w:val="00262F7D"/>
    <w:rsid w:val="0026316E"/>
    <w:rsid w:val="002761E6"/>
    <w:rsid w:val="0027652B"/>
    <w:rsid w:val="0028051B"/>
    <w:rsid w:val="00282C71"/>
    <w:rsid w:val="002833EF"/>
    <w:rsid w:val="00286DE1"/>
    <w:rsid w:val="00287A4E"/>
    <w:rsid w:val="00290301"/>
    <w:rsid w:val="00293357"/>
    <w:rsid w:val="00294E69"/>
    <w:rsid w:val="0029703A"/>
    <w:rsid w:val="002A095F"/>
    <w:rsid w:val="002A0EEF"/>
    <w:rsid w:val="002A1984"/>
    <w:rsid w:val="002A1DDA"/>
    <w:rsid w:val="002A44E2"/>
    <w:rsid w:val="002A4694"/>
    <w:rsid w:val="002A583B"/>
    <w:rsid w:val="002A7A10"/>
    <w:rsid w:val="002A7D86"/>
    <w:rsid w:val="002B629C"/>
    <w:rsid w:val="002B6F06"/>
    <w:rsid w:val="002B7211"/>
    <w:rsid w:val="002C0086"/>
    <w:rsid w:val="002C00D3"/>
    <w:rsid w:val="002C02A1"/>
    <w:rsid w:val="002C2536"/>
    <w:rsid w:val="002C2F4F"/>
    <w:rsid w:val="002C3DA5"/>
    <w:rsid w:val="002D0268"/>
    <w:rsid w:val="002D43AE"/>
    <w:rsid w:val="002D4420"/>
    <w:rsid w:val="002D56D8"/>
    <w:rsid w:val="002D7D92"/>
    <w:rsid w:val="002E31BA"/>
    <w:rsid w:val="002E46DE"/>
    <w:rsid w:val="002E76E8"/>
    <w:rsid w:val="002F083F"/>
    <w:rsid w:val="002F124C"/>
    <w:rsid w:val="002F48AA"/>
    <w:rsid w:val="002F6918"/>
    <w:rsid w:val="002F6FCC"/>
    <w:rsid w:val="0030091C"/>
    <w:rsid w:val="0030207B"/>
    <w:rsid w:val="00303070"/>
    <w:rsid w:val="00305804"/>
    <w:rsid w:val="00306648"/>
    <w:rsid w:val="003071F1"/>
    <w:rsid w:val="00307D41"/>
    <w:rsid w:val="00314523"/>
    <w:rsid w:val="00314FC2"/>
    <w:rsid w:val="003156EC"/>
    <w:rsid w:val="00317040"/>
    <w:rsid w:val="00321F5C"/>
    <w:rsid w:val="00323650"/>
    <w:rsid w:val="00324273"/>
    <w:rsid w:val="0032485F"/>
    <w:rsid w:val="00324FC7"/>
    <w:rsid w:val="0033124F"/>
    <w:rsid w:val="00334406"/>
    <w:rsid w:val="003358CA"/>
    <w:rsid w:val="0034202B"/>
    <w:rsid w:val="00345033"/>
    <w:rsid w:val="003460C8"/>
    <w:rsid w:val="003464F4"/>
    <w:rsid w:val="00346A54"/>
    <w:rsid w:val="00346E98"/>
    <w:rsid w:val="0034765E"/>
    <w:rsid w:val="00347722"/>
    <w:rsid w:val="00351870"/>
    <w:rsid w:val="00353688"/>
    <w:rsid w:val="003558BF"/>
    <w:rsid w:val="0035685B"/>
    <w:rsid w:val="00357931"/>
    <w:rsid w:val="00360AC6"/>
    <w:rsid w:val="00364056"/>
    <w:rsid w:val="00365321"/>
    <w:rsid w:val="00365963"/>
    <w:rsid w:val="00365BA8"/>
    <w:rsid w:val="00367C8F"/>
    <w:rsid w:val="003710E1"/>
    <w:rsid w:val="0037285F"/>
    <w:rsid w:val="00372BAA"/>
    <w:rsid w:val="003740AA"/>
    <w:rsid w:val="00377A36"/>
    <w:rsid w:val="00380CA5"/>
    <w:rsid w:val="003815D3"/>
    <w:rsid w:val="00381ED2"/>
    <w:rsid w:val="003861EE"/>
    <w:rsid w:val="00386B82"/>
    <w:rsid w:val="0039079E"/>
    <w:rsid w:val="003909AF"/>
    <w:rsid w:val="0039260C"/>
    <w:rsid w:val="00392ACB"/>
    <w:rsid w:val="00393A8F"/>
    <w:rsid w:val="0039470F"/>
    <w:rsid w:val="003977AF"/>
    <w:rsid w:val="003A06DC"/>
    <w:rsid w:val="003A1DED"/>
    <w:rsid w:val="003A2586"/>
    <w:rsid w:val="003B22BE"/>
    <w:rsid w:val="003B2CB5"/>
    <w:rsid w:val="003B3193"/>
    <w:rsid w:val="003B37FE"/>
    <w:rsid w:val="003B7CF8"/>
    <w:rsid w:val="003C4363"/>
    <w:rsid w:val="003C4600"/>
    <w:rsid w:val="003C4DC8"/>
    <w:rsid w:val="003C5C6E"/>
    <w:rsid w:val="003C7E64"/>
    <w:rsid w:val="003D3192"/>
    <w:rsid w:val="003D7AAD"/>
    <w:rsid w:val="003E6124"/>
    <w:rsid w:val="003F6253"/>
    <w:rsid w:val="003F72B3"/>
    <w:rsid w:val="004011D5"/>
    <w:rsid w:val="00411106"/>
    <w:rsid w:val="00413991"/>
    <w:rsid w:val="0041403E"/>
    <w:rsid w:val="0041799A"/>
    <w:rsid w:val="00421FB1"/>
    <w:rsid w:val="00423EBE"/>
    <w:rsid w:val="0042594E"/>
    <w:rsid w:val="004268F2"/>
    <w:rsid w:val="00430DA2"/>
    <w:rsid w:val="00431D35"/>
    <w:rsid w:val="004352BE"/>
    <w:rsid w:val="004354E4"/>
    <w:rsid w:val="00440CBF"/>
    <w:rsid w:val="00445F0B"/>
    <w:rsid w:val="00445FA4"/>
    <w:rsid w:val="004461C1"/>
    <w:rsid w:val="00446722"/>
    <w:rsid w:val="004470F3"/>
    <w:rsid w:val="00450BB9"/>
    <w:rsid w:val="00453642"/>
    <w:rsid w:val="0045382D"/>
    <w:rsid w:val="00454D79"/>
    <w:rsid w:val="00460BAB"/>
    <w:rsid w:val="004638A6"/>
    <w:rsid w:val="00464C62"/>
    <w:rsid w:val="00464CFE"/>
    <w:rsid w:val="00465665"/>
    <w:rsid w:val="004701BE"/>
    <w:rsid w:val="00471FE3"/>
    <w:rsid w:val="0047269E"/>
    <w:rsid w:val="0047485A"/>
    <w:rsid w:val="00474D78"/>
    <w:rsid w:val="00475436"/>
    <w:rsid w:val="00480943"/>
    <w:rsid w:val="00482335"/>
    <w:rsid w:val="00482E64"/>
    <w:rsid w:val="00485FE5"/>
    <w:rsid w:val="00491F2F"/>
    <w:rsid w:val="0049210F"/>
    <w:rsid w:val="00492346"/>
    <w:rsid w:val="00495CA3"/>
    <w:rsid w:val="0049688B"/>
    <w:rsid w:val="004B21B9"/>
    <w:rsid w:val="004B2F07"/>
    <w:rsid w:val="004B3D0E"/>
    <w:rsid w:val="004B4A2E"/>
    <w:rsid w:val="004B7DA4"/>
    <w:rsid w:val="004C22C2"/>
    <w:rsid w:val="004C7552"/>
    <w:rsid w:val="004C7FA5"/>
    <w:rsid w:val="004D0D18"/>
    <w:rsid w:val="004D2902"/>
    <w:rsid w:val="004D345F"/>
    <w:rsid w:val="004D41B4"/>
    <w:rsid w:val="004D5154"/>
    <w:rsid w:val="004E25DB"/>
    <w:rsid w:val="004E527E"/>
    <w:rsid w:val="004E5D25"/>
    <w:rsid w:val="004E69C7"/>
    <w:rsid w:val="004E7CEE"/>
    <w:rsid w:val="004F057D"/>
    <w:rsid w:val="004F1146"/>
    <w:rsid w:val="0050188E"/>
    <w:rsid w:val="00503DD5"/>
    <w:rsid w:val="00506DD0"/>
    <w:rsid w:val="00513703"/>
    <w:rsid w:val="00515332"/>
    <w:rsid w:val="005157F5"/>
    <w:rsid w:val="00516CFE"/>
    <w:rsid w:val="00523B0D"/>
    <w:rsid w:val="00526D91"/>
    <w:rsid w:val="00530070"/>
    <w:rsid w:val="00534692"/>
    <w:rsid w:val="00536C41"/>
    <w:rsid w:val="0053769C"/>
    <w:rsid w:val="005376E0"/>
    <w:rsid w:val="005446D7"/>
    <w:rsid w:val="00547DDD"/>
    <w:rsid w:val="00551289"/>
    <w:rsid w:val="005553E9"/>
    <w:rsid w:val="00557155"/>
    <w:rsid w:val="00565110"/>
    <w:rsid w:val="005702B1"/>
    <w:rsid w:val="005704F8"/>
    <w:rsid w:val="0057258C"/>
    <w:rsid w:val="00582A87"/>
    <w:rsid w:val="005853DF"/>
    <w:rsid w:val="00585C35"/>
    <w:rsid w:val="005957AD"/>
    <w:rsid w:val="0059739C"/>
    <w:rsid w:val="005A28B7"/>
    <w:rsid w:val="005A5A13"/>
    <w:rsid w:val="005A65DD"/>
    <w:rsid w:val="005B0192"/>
    <w:rsid w:val="005B3D65"/>
    <w:rsid w:val="005B7572"/>
    <w:rsid w:val="005B7FC4"/>
    <w:rsid w:val="005C33D1"/>
    <w:rsid w:val="005C34F6"/>
    <w:rsid w:val="005C3D7B"/>
    <w:rsid w:val="005C5E2F"/>
    <w:rsid w:val="005C6B7A"/>
    <w:rsid w:val="005C7414"/>
    <w:rsid w:val="005D25D5"/>
    <w:rsid w:val="005D5D5F"/>
    <w:rsid w:val="005D6E4C"/>
    <w:rsid w:val="005D76A9"/>
    <w:rsid w:val="005E066E"/>
    <w:rsid w:val="005E146F"/>
    <w:rsid w:val="005E5AE3"/>
    <w:rsid w:val="005F2D50"/>
    <w:rsid w:val="005F4535"/>
    <w:rsid w:val="005F52A0"/>
    <w:rsid w:val="005F71F2"/>
    <w:rsid w:val="006036B0"/>
    <w:rsid w:val="006156D9"/>
    <w:rsid w:val="00620489"/>
    <w:rsid w:val="00620A3B"/>
    <w:rsid w:val="00622673"/>
    <w:rsid w:val="006227B6"/>
    <w:rsid w:val="006230BD"/>
    <w:rsid w:val="00624FBF"/>
    <w:rsid w:val="00631B09"/>
    <w:rsid w:val="0063790E"/>
    <w:rsid w:val="0064282B"/>
    <w:rsid w:val="006431B3"/>
    <w:rsid w:val="00645E23"/>
    <w:rsid w:val="00651439"/>
    <w:rsid w:val="0065247D"/>
    <w:rsid w:val="0065264D"/>
    <w:rsid w:val="006538B9"/>
    <w:rsid w:val="0065537B"/>
    <w:rsid w:val="0065538F"/>
    <w:rsid w:val="00655DFA"/>
    <w:rsid w:val="00655ECB"/>
    <w:rsid w:val="006566B0"/>
    <w:rsid w:val="006634DA"/>
    <w:rsid w:val="0066526D"/>
    <w:rsid w:val="00667865"/>
    <w:rsid w:val="00670CA3"/>
    <w:rsid w:val="00673374"/>
    <w:rsid w:val="00676BFB"/>
    <w:rsid w:val="006808CB"/>
    <w:rsid w:val="006815D2"/>
    <w:rsid w:val="00683847"/>
    <w:rsid w:val="006844A3"/>
    <w:rsid w:val="00685CDD"/>
    <w:rsid w:val="00685FEB"/>
    <w:rsid w:val="006949D1"/>
    <w:rsid w:val="00695BD7"/>
    <w:rsid w:val="00696141"/>
    <w:rsid w:val="0069663A"/>
    <w:rsid w:val="006A2E6B"/>
    <w:rsid w:val="006A4403"/>
    <w:rsid w:val="006A4D94"/>
    <w:rsid w:val="006A6A34"/>
    <w:rsid w:val="006B1CA0"/>
    <w:rsid w:val="006B1CD5"/>
    <w:rsid w:val="006B7392"/>
    <w:rsid w:val="006C1189"/>
    <w:rsid w:val="006C3698"/>
    <w:rsid w:val="006C46CF"/>
    <w:rsid w:val="006C5031"/>
    <w:rsid w:val="006C65BE"/>
    <w:rsid w:val="006C72B2"/>
    <w:rsid w:val="006C78FD"/>
    <w:rsid w:val="006C7D8A"/>
    <w:rsid w:val="006D131D"/>
    <w:rsid w:val="006D2E0D"/>
    <w:rsid w:val="006D34C3"/>
    <w:rsid w:val="006E1769"/>
    <w:rsid w:val="006F01C0"/>
    <w:rsid w:val="006F127B"/>
    <w:rsid w:val="006F20FC"/>
    <w:rsid w:val="006F26CE"/>
    <w:rsid w:val="006F32C2"/>
    <w:rsid w:val="006F488A"/>
    <w:rsid w:val="006F557C"/>
    <w:rsid w:val="006F572C"/>
    <w:rsid w:val="006F7A2B"/>
    <w:rsid w:val="00702240"/>
    <w:rsid w:val="00704156"/>
    <w:rsid w:val="00707471"/>
    <w:rsid w:val="00711405"/>
    <w:rsid w:val="00711617"/>
    <w:rsid w:val="0071368E"/>
    <w:rsid w:val="00715EFF"/>
    <w:rsid w:val="007162FC"/>
    <w:rsid w:val="00716F1F"/>
    <w:rsid w:val="00720A38"/>
    <w:rsid w:val="00725DEA"/>
    <w:rsid w:val="007263FB"/>
    <w:rsid w:val="0072713E"/>
    <w:rsid w:val="007319E8"/>
    <w:rsid w:val="00732471"/>
    <w:rsid w:val="0073633C"/>
    <w:rsid w:val="0073737C"/>
    <w:rsid w:val="00740035"/>
    <w:rsid w:val="00741F8F"/>
    <w:rsid w:val="00743ABC"/>
    <w:rsid w:val="007445B6"/>
    <w:rsid w:val="00744C90"/>
    <w:rsid w:val="00747D60"/>
    <w:rsid w:val="00747E05"/>
    <w:rsid w:val="00751108"/>
    <w:rsid w:val="00751720"/>
    <w:rsid w:val="00754D99"/>
    <w:rsid w:val="007564F8"/>
    <w:rsid w:val="0076153E"/>
    <w:rsid w:val="00761A69"/>
    <w:rsid w:val="00761CC1"/>
    <w:rsid w:val="00762B32"/>
    <w:rsid w:val="00764000"/>
    <w:rsid w:val="0076673A"/>
    <w:rsid w:val="0076724A"/>
    <w:rsid w:val="00767677"/>
    <w:rsid w:val="007715BF"/>
    <w:rsid w:val="00771B1C"/>
    <w:rsid w:val="00771D13"/>
    <w:rsid w:val="007738E0"/>
    <w:rsid w:val="007762D8"/>
    <w:rsid w:val="00776AB3"/>
    <w:rsid w:val="00777348"/>
    <w:rsid w:val="007779AA"/>
    <w:rsid w:val="007801CE"/>
    <w:rsid w:val="00780889"/>
    <w:rsid w:val="007865B7"/>
    <w:rsid w:val="007905D6"/>
    <w:rsid w:val="00793A7E"/>
    <w:rsid w:val="00793D1F"/>
    <w:rsid w:val="0079514B"/>
    <w:rsid w:val="007954E0"/>
    <w:rsid w:val="0079681B"/>
    <w:rsid w:val="00797887"/>
    <w:rsid w:val="007A02A3"/>
    <w:rsid w:val="007A07CD"/>
    <w:rsid w:val="007A25CE"/>
    <w:rsid w:val="007A4604"/>
    <w:rsid w:val="007A532D"/>
    <w:rsid w:val="007A7EFD"/>
    <w:rsid w:val="007B0C06"/>
    <w:rsid w:val="007B395B"/>
    <w:rsid w:val="007B7240"/>
    <w:rsid w:val="007C0F64"/>
    <w:rsid w:val="007C1314"/>
    <w:rsid w:val="007C149A"/>
    <w:rsid w:val="007C325D"/>
    <w:rsid w:val="007C3939"/>
    <w:rsid w:val="007D10C3"/>
    <w:rsid w:val="007D672A"/>
    <w:rsid w:val="007D687C"/>
    <w:rsid w:val="007D77A9"/>
    <w:rsid w:val="007D7D7D"/>
    <w:rsid w:val="007E0C0C"/>
    <w:rsid w:val="007E1048"/>
    <w:rsid w:val="007E2AE9"/>
    <w:rsid w:val="007E360A"/>
    <w:rsid w:val="007E439F"/>
    <w:rsid w:val="007E54C2"/>
    <w:rsid w:val="007E620B"/>
    <w:rsid w:val="007F048D"/>
    <w:rsid w:val="007F09D2"/>
    <w:rsid w:val="007F2BB7"/>
    <w:rsid w:val="007F4522"/>
    <w:rsid w:val="00800AE4"/>
    <w:rsid w:val="0080499E"/>
    <w:rsid w:val="00810BA7"/>
    <w:rsid w:val="00811A33"/>
    <w:rsid w:val="008123E9"/>
    <w:rsid w:val="00812439"/>
    <w:rsid w:val="0081667D"/>
    <w:rsid w:val="008220DD"/>
    <w:rsid w:val="00827075"/>
    <w:rsid w:val="00827B49"/>
    <w:rsid w:val="00832827"/>
    <w:rsid w:val="0083494D"/>
    <w:rsid w:val="00843137"/>
    <w:rsid w:val="00844865"/>
    <w:rsid w:val="00844CA4"/>
    <w:rsid w:val="00845A96"/>
    <w:rsid w:val="008465B2"/>
    <w:rsid w:val="0086056E"/>
    <w:rsid w:val="008639DC"/>
    <w:rsid w:val="00866D75"/>
    <w:rsid w:val="0087050D"/>
    <w:rsid w:val="0087340D"/>
    <w:rsid w:val="00875768"/>
    <w:rsid w:val="00875940"/>
    <w:rsid w:val="00883090"/>
    <w:rsid w:val="008836B4"/>
    <w:rsid w:val="00891FCE"/>
    <w:rsid w:val="00893547"/>
    <w:rsid w:val="0089392F"/>
    <w:rsid w:val="00897376"/>
    <w:rsid w:val="008A0EE9"/>
    <w:rsid w:val="008A33BA"/>
    <w:rsid w:val="008A35C7"/>
    <w:rsid w:val="008A3EBD"/>
    <w:rsid w:val="008A4DC3"/>
    <w:rsid w:val="008A4E1F"/>
    <w:rsid w:val="008A53E9"/>
    <w:rsid w:val="008A74AF"/>
    <w:rsid w:val="008B0AD1"/>
    <w:rsid w:val="008C226C"/>
    <w:rsid w:val="008C2BAC"/>
    <w:rsid w:val="008C4342"/>
    <w:rsid w:val="008C5515"/>
    <w:rsid w:val="008D1C5F"/>
    <w:rsid w:val="008D4C8C"/>
    <w:rsid w:val="008D5EC2"/>
    <w:rsid w:val="008D65E5"/>
    <w:rsid w:val="008F2017"/>
    <w:rsid w:val="008F70D7"/>
    <w:rsid w:val="00900043"/>
    <w:rsid w:val="00900CEC"/>
    <w:rsid w:val="009027E1"/>
    <w:rsid w:val="00903B13"/>
    <w:rsid w:val="00904B3D"/>
    <w:rsid w:val="00906BF7"/>
    <w:rsid w:val="009114A3"/>
    <w:rsid w:val="009149E2"/>
    <w:rsid w:val="0091656D"/>
    <w:rsid w:val="009205FD"/>
    <w:rsid w:val="0092372D"/>
    <w:rsid w:val="00923B07"/>
    <w:rsid w:val="00924364"/>
    <w:rsid w:val="00924D75"/>
    <w:rsid w:val="009274E4"/>
    <w:rsid w:val="00927744"/>
    <w:rsid w:val="00927D2C"/>
    <w:rsid w:val="00933ED9"/>
    <w:rsid w:val="009348FF"/>
    <w:rsid w:val="00940721"/>
    <w:rsid w:val="009409F6"/>
    <w:rsid w:val="009427E5"/>
    <w:rsid w:val="009452A7"/>
    <w:rsid w:val="00945B58"/>
    <w:rsid w:val="00950ADE"/>
    <w:rsid w:val="00951122"/>
    <w:rsid w:val="0095257A"/>
    <w:rsid w:val="00953B62"/>
    <w:rsid w:val="00954B3D"/>
    <w:rsid w:val="00954F07"/>
    <w:rsid w:val="00955B2A"/>
    <w:rsid w:val="0095754E"/>
    <w:rsid w:val="00957BD9"/>
    <w:rsid w:val="00957F05"/>
    <w:rsid w:val="00961D3D"/>
    <w:rsid w:val="00967399"/>
    <w:rsid w:val="0097069E"/>
    <w:rsid w:val="00972308"/>
    <w:rsid w:val="0097363D"/>
    <w:rsid w:val="00976761"/>
    <w:rsid w:val="0097779B"/>
    <w:rsid w:val="0098242D"/>
    <w:rsid w:val="009825D7"/>
    <w:rsid w:val="00984E25"/>
    <w:rsid w:val="009859F2"/>
    <w:rsid w:val="00985D18"/>
    <w:rsid w:val="0099215F"/>
    <w:rsid w:val="00997AE0"/>
    <w:rsid w:val="009A151D"/>
    <w:rsid w:val="009A4802"/>
    <w:rsid w:val="009A4A75"/>
    <w:rsid w:val="009A799F"/>
    <w:rsid w:val="009B09F2"/>
    <w:rsid w:val="009B1070"/>
    <w:rsid w:val="009B15DB"/>
    <w:rsid w:val="009B3333"/>
    <w:rsid w:val="009B4334"/>
    <w:rsid w:val="009C1CC4"/>
    <w:rsid w:val="009C3590"/>
    <w:rsid w:val="009C3A2D"/>
    <w:rsid w:val="009C3AA4"/>
    <w:rsid w:val="009C47C4"/>
    <w:rsid w:val="009C4878"/>
    <w:rsid w:val="009C778E"/>
    <w:rsid w:val="009D06F2"/>
    <w:rsid w:val="009D25F1"/>
    <w:rsid w:val="009D3E64"/>
    <w:rsid w:val="009D562F"/>
    <w:rsid w:val="009D650A"/>
    <w:rsid w:val="009D6F83"/>
    <w:rsid w:val="009E084E"/>
    <w:rsid w:val="009E2B8B"/>
    <w:rsid w:val="009E4AB7"/>
    <w:rsid w:val="009E6015"/>
    <w:rsid w:val="009E7883"/>
    <w:rsid w:val="009F1075"/>
    <w:rsid w:val="009F1AD7"/>
    <w:rsid w:val="009F206D"/>
    <w:rsid w:val="009F4724"/>
    <w:rsid w:val="009F7898"/>
    <w:rsid w:val="00A013E7"/>
    <w:rsid w:val="00A01587"/>
    <w:rsid w:val="00A01A8A"/>
    <w:rsid w:val="00A02626"/>
    <w:rsid w:val="00A03EDC"/>
    <w:rsid w:val="00A067A4"/>
    <w:rsid w:val="00A06F8F"/>
    <w:rsid w:val="00A07ACF"/>
    <w:rsid w:val="00A10031"/>
    <w:rsid w:val="00A123CC"/>
    <w:rsid w:val="00A12F84"/>
    <w:rsid w:val="00A13FFC"/>
    <w:rsid w:val="00A14441"/>
    <w:rsid w:val="00A144B6"/>
    <w:rsid w:val="00A21680"/>
    <w:rsid w:val="00A227F3"/>
    <w:rsid w:val="00A22E5E"/>
    <w:rsid w:val="00A3308A"/>
    <w:rsid w:val="00A33388"/>
    <w:rsid w:val="00A33CDA"/>
    <w:rsid w:val="00A3440A"/>
    <w:rsid w:val="00A35AF6"/>
    <w:rsid w:val="00A36CE4"/>
    <w:rsid w:val="00A415DA"/>
    <w:rsid w:val="00A43490"/>
    <w:rsid w:val="00A4494F"/>
    <w:rsid w:val="00A50892"/>
    <w:rsid w:val="00A51CF3"/>
    <w:rsid w:val="00A53C87"/>
    <w:rsid w:val="00A5692E"/>
    <w:rsid w:val="00A5784A"/>
    <w:rsid w:val="00A57A28"/>
    <w:rsid w:val="00A60CF2"/>
    <w:rsid w:val="00A625D0"/>
    <w:rsid w:val="00A63FF0"/>
    <w:rsid w:val="00A671AE"/>
    <w:rsid w:val="00A7224F"/>
    <w:rsid w:val="00A75435"/>
    <w:rsid w:val="00A7686F"/>
    <w:rsid w:val="00A76993"/>
    <w:rsid w:val="00A8245A"/>
    <w:rsid w:val="00A82509"/>
    <w:rsid w:val="00A85AE5"/>
    <w:rsid w:val="00A86DFC"/>
    <w:rsid w:val="00A915DA"/>
    <w:rsid w:val="00A94321"/>
    <w:rsid w:val="00A948EF"/>
    <w:rsid w:val="00A96816"/>
    <w:rsid w:val="00A9713B"/>
    <w:rsid w:val="00A979F9"/>
    <w:rsid w:val="00AA27FF"/>
    <w:rsid w:val="00AA5644"/>
    <w:rsid w:val="00AA5923"/>
    <w:rsid w:val="00AA6EBF"/>
    <w:rsid w:val="00AA6FC6"/>
    <w:rsid w:val="00AB04E1"/>
    <w:rsid w:val="00AB64AF"/>
    <w:rsid w:val="00AC003B"/>
    <w:rsid w:val="00AC0CAB"/>
    <w:rsid w:val="00AC30A5"/>
    <w:rsid w:val="00AC70D8"/>
    <w:rsid w:val="00AC7C6E"/>
    <w:rsid w:val="00AD411B"/>
    <w:rsid w:val="00AD4C0B"/>
    <w:rsid w:val="00AD5067"/>
    <w:rsid w:val="00AE1DD2"/>
    <w:rsid w:val="00AE3130"/>
    <w:rsid w:val="00AE41AD"/>
    <w:rsid w:val="00AE5392"/>
    <w:rsid w:val="00AE556C"/>
    <w:rsid w:val="00AF03DA"/>
    <w:rsid w:val="00AF1549"/>
    <w:rsid w:val="00AF350E"/>
    <w:rsid w:val="00B02E91"/>
    <w:rsid w:val="00B0317C"/>
    <w:rsid w:val="00B05B18"/>
    <w:rsid w:val="00B05FEF"/>
    <w:rsid w:val="00B107D7"/>
    <w:rsid w:val="00B13869"/>
    <w:rsid w:val="00B139B8"/>
    <w:rsid w:val="00B1477E"/>
    <w:rsid w:val="00B15718"/>
    <w:rsid w:val="00B17591"/>
    <w:rsid w:val="00B226B1"/>
    <w:rsid w:val="00B25090"/>
    <w:rsid w:val="00B25600"/>
    <w:rsid w:val="00B267CB"/>
    <w:rsid w:val="00B27855"/>
    <w:rsid w:val="00B27EB8"/>
    <w:rsid w:val="00B30C2B"/>
    <w:rsid w:val="00B31FB1"/>
    <w:rsid w:val="00B320CA"/>
    <w:rsid w:val="00B36ADA"/>
    <w:rsid w:val="00B370B0"/>
    <w:rsid w:val="00B40005"/>
    <w:rsid w:val="00B405DD"/>
    <w:rsid w:val="00B40C4B"/>
    <w:rsid w:val="00B45606"/>
    <w:rsid w:val="00B46F13"/>
    <w:rsid w:val="00B51149"/>
    <w:rsid w:val="00B556A5"/>
    <w:rsid w:val="00B56A7B"/>
    <w:rsid w:val="00B5735D"/>
    <w:rsid w:val="00B616B5"/>
    <w:rsid w:val="00B619BC"/>
    <w:rsid w:val="00B63A74"/>
    <w:rsid w:val="00B66371"/>
    <w:rsid w:val="00B6664A"/>
    <w:rsid w:val="00B71484"/>
    <w:rsid w:val="00B71771"/>
    <w:rsid w:val="00B72485"/>
    <w:rsid w:val="00B732BF"/>
    <w:rsid w:val="00B801B9"/>
    <w:rsid w:val="00B819D8"/>
    <w:rsid w:val="00B81A40"/>
    <w:rsid w:val="00B83125"/>
    <w:rsid w:val="00B83A7B"/>
    <w:rsid w:val="00B851BF"/>
    <w:rsid w:val="00B93CB4"/>
    <w:rsid w:val="00B9436B"/>
    <w:rsid w:val="00B9743F"/>
    <w:rsid w:val="00B97EE6"/>
    <w:rsid w:val="00BA083F"/>
    <w:rsid w:val="00BA0CB1"/>
    <w:rsid w:val="00BB1888"/>
    <w:rsid w:val="00BB47E5"/>
    <w:rsid w:val="00BC132C"/>
    <w:rsid w:val="00BC1402"/>
    <w:rsid w:val="00BC3D72"/>
    <w:rsid w:val="00BC7218"/>
    <w:rsid w:val="00BC7495"/>
    <w:rsid w:val="00BD0C5A"/>
    <w:rsid w:val="00BD1CDD"/>
    <w:rsid w:val="00BD24AF"/>
    <w:rsid w:val="00BD465F"/>
    <w:rsid w:val="00BD4C7C"/>
    <w:rsid w:val="00BD4DF7"/>
    <w:rsid w:val="00BD4ED5"/>
    <w:rsid w:val="00BD585E"/>
    <w:rsid w:val="00BD5C72"/>
    <w:rsid w:val="00BD7484"/>
    <w:rsid w:val="00BE3562"/>
    <w:rsid w:val="00BE3DE4"/>
    <w:rsid w:val="00BE47C8"/>
    <w:rsid w:val="00BE6863"/>
    <w:rsid w:val="00BF10AD"/>
    <w:rsid w:val="00BF51F5"/>
    <w:rsid w:val="00BF7CE7"/>
    <w:rsid w:val="00C001E0"/>
    <w:rsid w:val="00C00AE9"/>
    <w:rsid w:val="00C02DBD"/>
    <w:rsid w:val="00C05917"/>
    <w:rsid w:val="00C06468"/>
    <w:rsid w:val="00C06F5D"/>
    <w:rsid w:val="00C15337"/>
    <w:rsid w:val="00C16AB2"/>
    <w:rsid w:val="00C1770A"/>
    <w:rsid w:val="00C20429"/>
    <w:rsid w:val="00C22C69"/>
    <w:rsid w:val="00C22CB7"/>
    <w:rsid w:val="00C248CF"/>
    <w:rsid w:val="00C32633"/>
    <w:rsid w:val="00C331D4"/>
    <w:rsid w:val="00C3365E"/>
    <w:rsid w:val="00C350D0"/>
    <w:rsid w:val="00C36B91"/>
    <w:rsid w:val="00C44A38"/>
    <w:rsid w:val="00C4632F"/>
    <w:rsid w:val="00C50F84"/>
    <w:rsid w:val="00C5299C"/>
    <w:rsid w:val="00C542F1"/>
    <w:rsid w:val="00C547B5"/>
    <w:rsid w:val="00C56712"/>
    <w:rsid w:val="00C56BCA"/>
    <w:rsid w:val="00C6246E"/>
    <w:rsid w:val="00C6275C"/>
    <w:rsid w:val="00C629A6"/>
    <w:rsid w:val="00C635CF"/>
    <w:rsid w:val="00C63B3B"/>
    <w:rsid w:val="00C64F09"/>
    <w:rsid w:val="00C70FB0"/>
    <w:rsid w:val="00C717BB"/>
    <w:rsid w:val="00C7297F"/>
    <w:rsid w:val="00C73604"/>
    <w:rsid w:val="00C73D8A"/>
    <w:rsid w:val="00C76CAE"/>
    <w:rsid w:val="00C7760B"/>
    <w:rsid w:val="00C778DE"/>
    <w:rsid w:val="00C82A45"/>
    <w:rsid w:val="00C86D39"/>
    <w:rsid w:val="00C9112C"/>
    <w:rsid w:val="00C9198F"/>
    <w:rsid w:val="00C91992"/>
    <w:rsid w:val="00C934CA"/>
    <w:rsid w:val="00C93586"/>
    <w:rsid w:val="00C93A1D"/>
    <w:rsid w:val="00C96D79"/>
    <w:rsid w:val="00C97DDB"/>
    <w:rsid w:val="00CA1011"/>
    <w:rsid w:val="00CA245A"/>
    <w:rsid w:val="00CA4049"/>
    <w:rsid w:val="00CA6C40"/>
    <w:rsid w:val="00CA705C"/>
    <w:rsid w:val="00CA76C8"/>
    <w:rsid w:val="00CA7A2D"/>
    <w:rsid w:val="00CB010A"/>
    <w:rsid w:val="00CB23AE"/>
    <w:rsid w:val="00CB3F1D"/>
    <w:rsid w:val="00CB4458"/>
    <w:rsid w:val="00CB4CE8"/>
    <w:rsid w:val="00CB4F51"/>
    <w:rsid w:val="00CB6DF9"/>
    <w:rsid w:val="00CB7741"/>
    <w:rsid w:val="00CB7E02"/>
    <w:rsid w:val="00CC0DF9"/>
    <w:rsid w:val="00CC0E5D"/>
    <w:rsid w:val="00CC16EF"/>
    <w:rsid w:val="00CC49DE"/>
    <w:rsid w:val="00CC4AA9"/>
    <w:rsid w:val="00CD01B2"/>
    <w:rsid w:val="00CD471A"/>
    <w:rsid w:val="00CD6A3B"/>
    <w:rsid w:val="00CD72DA"/>
    <w:rsid w:val="00CE5175"/>
    <w:rsid w:val="00CE5F9C"/>
    <w:rsid w:val="00CE68B6"/>
    <w:rsid w:val="00CE6CA1"/>
    <w:rsid w:val="00CE716F"/>
    <w:rsid w:val="00CE7B38"/>
    <w:rsid w:val="00CF03AA"/>
    <w:rsid w:val="00CF1C2A"/>
    <w:rsid w:val="00CF5849"/>
    <w:rsid w:val="00D075D8"/>
    <w:rsid w:val="00D112B4"/>
    <w:rsid w:val="00D13552"/>
    <w:rsid w:val="00D14609"/>
    <w:rsid w:val="00D15612"/>
    <w:rsid w:val="00D15884"/>
    <w:rsid w:val="00D15FE7"/>
    <w:rsid w:val="00D163FE"/>
    <w:rsid w:val="00D20757"/>
    <w:rsid w:val="00D20A3B"/>
    <w:rsid w:val="00D21C06"/>
    <w:rsid w:val="00D25CCD"/>
    <w:rsid w:val="00D32543"/>
    <w:rsid w:val="00D3443F"/>
    <w:rsid w:val="00D3573A"/>
    <w:rsid w:val="00D4284F"/>
    <w:rsid w:val="00D4407F"/>
    <w:rsid w:val="00D440A5"/>
    <w:rsid w:val="00D447EC"/>
    <w:rsid w:val="00D4497D"/>
    <w:rsid w:val="00D4618E"/>
    <w:rsid w:val="00D47112"/>
    <w:rsid w:val="00D53334"/>
    <w:rsid w:val="00D53829"/>
    <w:rsid w:val="00D54045"/>
    <w:rsid w:val="00D55947"/>
    <w:rsid w:val="00D564AA"/>
    <w:rsid w:val="00D5672D"/>
    <w:rsid w:val="00D63050"/>
    <w:rsid w:val="00D65CC9"/>
    <w:rsid w:val="00D731BF"/>
    <w:rsid w:val="00D73A25"/>
    <w:rsid w:val="00D7691F"/>
    <w:rsid w:val="00D77A1C"/>
    <w:rsid w:val="00D77EEF"/>
    <w:rsid w:val="00D812D9"/>
    <w:rsid w:val="00D82EF6"/>
    <w:rsid w:val="00D90079"/>
    <w:rsid w:val="00D94E85"/>
    <w:rsid w:val="00DA084A"/>
    <w:rsid w:val="00DA09D1"/>
    <w:rsid w:val="00DA2CA9"/>
    <w:rsid w:val="00DA623A"/>
    <w:rsid w:val="00DB03E6"/>
    <w:rsid w:val="00DB08AF"/>
    <w:rsid w:val="00DB1639"/>
    <w:rsid w:val="00DB2D38"/>
    <w:rsid w:val="00DC13DE"/>
    <w:rsid w:val="00DC1F12"/>
    <w:rsid w:val="00DC68CE"/>
    <w:rsid w:val="00DC7749"/>
    <w:rsid w:val="00DD05D4"/>
    <w:rsid w:val="00DD0D68"/>
    <w:rsid w:val="00DD23A2"/>
    <w:rsid w:val="00DD4927"/>
    <w:rsid w:val="00DD4A2B"/>
    <w:rsid w:val="00DD4A69"/>
    <w:rsid w:val="00DD68A2"/>
    <w:rsid w:val="00DE0456"/>
    <w:rsid w:val="00DE54A4"/>
    <w:rsid w:val="00DE597E"/>
    <w:rsid w:val="00DE5FBF"/>
    <w:rsid w:val="00DF09E9"/>
    <w:rsid w:val="00DF363C"/>
    <w:rsid w:val="00DF43CA"/>
    <w:rsid w:val="00DF4FB7"/>
    <w:rsid w:val="00DF5C73"/>
    <w:rsid w:val="00DF7963"/>
    <w:rsid w:val="00E03792"/>
    <w:rsid w:val="00E04BD5"/>
    <w:rsid w:val="00E07E97"/>
    <w:rsid w:val="00E1053D"/>
    <w:rsid w:val="00E10B94"/>
    <w:rsid w:val="00E153CC"/>
    <w:rsid w:val="00E17270"/>
    <w:rsid w:val="00E21330"/>
    <w:rsid w:val="00E2157E"/>
    <w:rsid w:val="00E231AB"/>
    <w:rsid w:val="00E2464F"/>
    <w:rsid w:val="00E25A97"/>
    <w:rsid w:val="00E2657A"/>
    <w:rsid w:val="00E31BDA"/>
    <w:rsid w:val="00E3251B"/>
    <w:rsid w:val="00E33606"/>
    <w:rsid w:val="00E3598A"/>
    <w:rsid w:val="00E35B40"/>
    <w:rsid w:val="00E37980"/>
    <w:rsid w:val="00E41F12"/>
    <w:rsid w:val="00E477DC"/>
    <w:rsid w:val="00E5041F"/>
    <w:rsid w:val="00E57405"/>
    <w:rsid w:val="00E606DD"/>
    <w:rsid w:val="00E607D0"/>
    <w:rsid w:val="00E6174B"/>
    <w:rsid w:val="00E62846"/>
    <w:rsid w:val="00E63B43"/>
    <w:rsid w:val="00E66B12"/>
    <w:rsid w:val="00E67383"/>
    <w:rsid w:val="00E707B6"/>
    <w:rsid w:val="00E734A6"/>
    <w:rsid w:val="00E73603"/>
    <w:rsid w:val="00E7441F"/>
    <w:rsid w:val="00E772BE"/>
    <w:rsid w:val="00E773A7"/>
    <w:rsid w:val="00E77AE9"/>
    <w:rsid w:val="00E77B6C"/>
    <w:rsid w:val="00E80CAF"/>
    <w:rsid w:val="00E81383"/>
    <w:rsid w:val="00E8168F"/>
    <w:rsid w:val="00E820DF"/>
    <w:rsid w:val="00E832A5"/>
    <w:rsid w:val="00E876FD"/>
    <w:rsid w:val="00E92996"/>
    <w:rsid w:val="00E934B5"/>
    <w:rsid w:val="00E95733"/>
    <w:rsid w:val="00E979BA"/>
    <w:rsid w:val="00EA01BC"/>
    <w:rsid w:val="00EA188D"/>
    <w:rsid w:val="00EA2590"/>
    <w:rsid w:val="00EA25B8"/>
    <w:rsid w:val="00EA34A6"/>
    <w:rsid w:val="00EA55B4"/>
    <w:rsid w:val="00EB0A2F"/>
    <w:rsid w:val="00EB305E"/>
    <w:rsid w:val="00EB6705"/>
    <w:rsid w:val="00EB7EE0"/>
    <w:rsid w:val="00EC310B"/>
    <w:rsid w:val="00EC569C"/>
    <w:rsid w:val="00EC76F3"/>
    <w:rsid w:val="00ED0078"/>
    <w:rsid w:val="00ED0D12"/>
    <w:rsid w:val="00ED3B0B"/>
    <w:rsid w:val="00ED4639"/>
    <w:rsid w:val="00ED670B"/>
    <w:rsid w:val="00ED6C94"/>
    <w:rsid w:val="00EE30F2"/>
    <w:rsid w:val="00EE34B1"/>
    <w:rsid w:val="00EE3B03"/>
    <w:rsid w:val="00EE5531"/>
    <w:rsid w:val="00EE6FBC"/>
    <w:rsid w:val="00EE7BC8"/>
    <w:rsid w:val="00EF0A8F"/>
    <w:rsid w:val="00EF217D"/>
    <w:rsid w:val="00EF37A3"/>
    <w:rsid w:val="00EF3D21"/>
    <w:rsid w:val="00EF4F94"/>
    <w:rsid w:val="00F018C0"/>
    <w:rsid w:val="00F03049"/>
    <w:rsid w:val="00F122F0"/>
    <w:rsid w:val="00F12321"/>
    <w:rsid w:val="00F13DF8"/>
    <w:rsid w:val="00F143CF"/>
    <w:rsid w:val="00F148EE"/>
    <w:rsid w:val="00F201EA"/>
    <w:rsid w:val="00F23AF5"/>
    <w:rsid w:val="00F23ED4"/>
    <w:rsid w:val="00F24FAB"/>
    <w:rsid w:val="00F300E9"/>
    <w:rsid w:val="00F30575"/>
    <w:rsid w:val="00F335C5"/>
    <w:rsid w:val="00F34670"/>
    <w:rsid w:val="00F36275"/>
    <w:rsid w:val="00F4233E"/>
    <w:rsid w:val="00F42D02"/>
    <w:rsid w:val="00F4306E"/>
    <w:rsid w:val="00F45CE2"/>
    <w:rsid w:val="00F47414"/>
    <w:rsid w:val="00F527F7"/>
    <w:rsid w:val="00F52D1C"/>
    <w:rsid w:val="00F541EE"/>
    <w:rsid w:val="00F5483C"/>
    <w:rsid w:val="00F555F3"/>
    <w:rsid w:val="00F61018"/>
    <w:rsid w:val="00F70351"/>
    <w:rsid w:val="00F70902"/>
    <w:rsid w:val="00F71BC2"/>
    <w:rsid w:val="00F71CC8"/>
    <w:rsid w:val="00F76991"/>
    <w:rsid w:val="00F77841"/>
    <w:rsid w:val="00F8145E"/>
    <w:rsid w:val="00F81E81"/>
    <w:rsid w:val="00F8274C"/>
    <w:rsid w:val="00F8366D"/>
    <w:rsid w:val="00F84C8E"/>
    <w:rsid w:val="00F85C30"/>
    <w:rsid w:val="00F875BF"/>
    <w:rsid w:val="00F93EB0"/>
    <w:rsid w:val="00F9458B"/>
    <w:rsid w:val="00FA4AE1"/>
    <w:rsid w:val="00FA50F0"/>
    <w:rsid w:val="00FA520A"/>
    <w:rsid w:val="00FA6F61"/>
    <w:rsid w:val="00FA7E9F"/>
    <w:rsid w:val="00FB0315"/>
    <w:rsid w:val="00FB58A4"/>
    <w:rsid w:val="00FB592F"/>
    <w:rsid w:val="00FC6AE2"/>
    <w:rsid w:val="00FC6C5E"/>
    <w:rsid w:val="00FC7AB9"/>
    <w:rsid w:val="00FC7F5D"/>
    <w:rsid w:val="00FD025B"/>
    <w:rsid w:val="00FD1293"/>
    <w:rsid w:val="00FD1527"/>
    <w:rsid w:val="00FD2C89"/>
    <w:rsid w:val="00FD2ED6"/>
    <w:rsid w:val="00FD4A47"/>
    <w:rsid w:val="00FD4CF7"/>
    <w:rsid w:val="00FD4E42"/>
    <w:rsid w:val="00FD53A9"/>
    <w:rsid w:val="00FD5BC2"/>
    <w:rsid w:val="00FD63E6"/>
    <w:rsid w:val="00FE004A"/>
    <w:rsid w:val="00FE15B0"/>
    <w:rsid w:val="00FE1D93"/>
    <w:rsid w:val="00FE224E"/>
    <w:rsid w:val="00FE2B1A"/>
    <w:rsid w:val="00FE60F9"/>
    <w:rsid w:val="00FE6109"/>
    <w:rsid w:val="00FF167A"/>
    <w:rsid w:val="00FF1FAE"/>
    <w:rsid w:val="00FF2473"/>
    <w:rsid w:val="00FF6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A13"/>
  </w:style>
  <w:style w:type="paragraph" w:styleId="1">
    <w:name w:val="heading 1"/>
    <w:basedOn w:val="a"/>
    <w:next w:val="a"/>
    <w:qFormat/>
    <w:rsid w:val="005A5A13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A5A13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5A5A13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A5A13"/>
    <w:pPr>
      <w:keepNext/>
      <w:spacing w:line="240" w:lineRule="exact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5A5A13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5A5A13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5D5D5F"/>
    <w:pPr>
      <w:keepNext/>
      <w:jc w:val="center"/>
      <w:outlineLvl w:val="6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5A5A13"/>
    <w:pPr>
      <w:ind w:left="283" w:hanging="283"/>
    </w:pPr>
  </w:style>
  <w:style w:type="paragraph" w:styleId="a4">
    <w:name w:val="Body Text"/>
    <w:basedOn w:val="a"/>
    <w:rsid w:val="005A5A13"/>
    <w:pPr>
      <w:spacing w:after="120"/>
    </w:pPr>
  </w:style>
  <w:style w:type="paragraph" w:styleId="a5">
    <w:name w:val="header"/>
    <w:basedOn w:val="a"/>
    <w:link w:val="a6"/>
    <w:uiPriority w:val="99"/>
    <w:rsid w:val="005A5A13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5A5A13"/>
  </w:style>
  <w:style w:type="paragraph" w:styleId="a8">
    <w:name w:val="footer"/>
    <w:basedOn w:val="a"/>
    <w:link w:val="a9"/>
    <w:uiPriority w:val="99"/>
    <w:rsid w:val="005A5A13"/>
    <w:pPr>
      <w:tabs>
        <w:tab w:val="center" w:pos="4536"/>
        <w:tab w:val="right" w:pos="9072"/>
      </w:tabs>
    </w:pPr>
  </w:style>
  <w:style w:type="paragraph" w:styleId="aa">
    <w:name w:val="Body Text Indent"/>
    <w:basedOn w:val="a"/>
    <w:rsid w:val="005A5A13"/>
    <w:pPr>
      <w:ind w:firstLine="851"/>
      <w:jc w:val="both"/>
    </w:pPr>
    <w:rPr>
      <w:sz w:val="28"/>
    </w:rPr>
  </w:style>
  <w:style w:type="paragraph" w:styleId="ab">
    <w:name w:val="Title"/>
    <w:basedOn w:val="a"/>
    <w:qFormat/>
    <w:rsid w:val="005A5A13"/>
    <w:pPr>
      <w:jc w:val="center"/>
    </w:pPr>
    <w:rPr>
      <w:sz w:val="28"/>
    </w:rPr>
  </w:style>
  <w:style w:type="paragraph" w:styleId="ac">
    <w:name w:val="Document Map"/>
    <w:basedOn w:val="a"/>
    <w:semiHidden/>
    <w:rsid w:val="005A5A13"/>
    <w:pPr>
      <w:shd w:val="clear" w:color="auto" w:fill="000080"/>
    </w:pPr>
    <w:rPr>
      <w:rFonts w:ascii="Tahoma" w:hAnsi="Tahoma"/>
    </w:rPr>
  </w:style>
  <w:style w:type="table" w:styleId="ad">
    <w:name w:val="Table Grid"/>
    <w:basedOn w:val="a1"/>
    <w:rsid w:val="00F34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semiHidden/>
    <w:rsid w:val="0070224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66D7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D0D18"/>
    <w:pPr>
      <w:autoSpaceDE w:val="0"/>
      <w:autoSpaceDN w:val="0"/>
      <w:adjustRightInd w:val="0"/>
    </w:pPr>
    <w:rPr>
      <w:b/>
      <w:bCs/>
    </w:rPr>
  </w:style>
  <w:style w:type="character" w:styleId="af">
    <w:name w:val="Hyperlink"/>
    <w:basedOn w:val="a0"/>
    <w:rsid w:val="009A4A75"/>
    <w:rPr>
      <w:color w:val="0000FF"/>
      <w:u w:val="single"/>
    </w:rPr>
  </w:style>
  <w:style w:type="paragraph" w:customStyle="1" w:styleId="ConsPlusNormal">
    <w:name w:val="ConsPlusNormal"/>
    <w:link w:val="ConsPlusNormal0"/>
    <w:rsid w:val="00B107D7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Normal">
    <w:name w:val="ConsNormal"/>
    <w:rsid w:val="000921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character" w:styleId="af0">
    <w:name w:val="Strong"/>
    <w:basedOn w:val="a0"/>
    <w:qFormat/>
    <w:rsid w:val="00114691"/>
    <w:rPr>
      <w:b/>
      <w:bCs/>
    </w:rPr>
  </w:style>
  <w:style w:type="character" w:customStyle="1" w:styleId="a9">
    <w:name w:val="Нижний колонтитул Знак"/>
    <w:basedOn w:val="a0"/>
    <w:link w:val="a8"/>
    <w:uiPriority w:val="99"/>
    <w:rsid w:val="008D1C5F"/>
  </w:style>
  <w:style w:type="character" w:customStyle="1" w:styleId="a6">
    <w:name w:val="Верхний колонтитул Знак"/>
    <w:basedOn w:val="a0"/>
    <w:link w:val="a5"/>
    <w:uiPriority w:val="99"/>
    <w:rsid w:val="008D1C5F"/>
  </w:style>
  <w:style w:type="character" w:customStyle="1" w:styleId="ConsPlusNormal0">
    <w:name w:val="ConsPlusNormal Знак"/>
    <w:link w:val="ConsPlusNormal"/>
    <w:locked/>
    <w:rsid w:val="008A33BA"/>
    <w:rPr>
      <w:sz w:val="26"/>
      <w:szCs w:val="26"/>
    </w:rPr>
  </w:style>
  <w:style w:type="character" w:customStyle="1" w:styleId="af1">
    <w:name w:val="Основной текст_"/>
    <w:basedOn w:val="a0"/>
    <w:link w:val="20"/>
    <w:rsid w:val="007A02A3"/>
    <w:rPr>
      <w:spacing w:val="-1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f1"/>
    <w:rsid w:val="007A02A3"/>
    <w:pPr>
      <w:widowControl w:val="0"/>
      <w:shd w:val="clear" w:color="auto" w:fill="FFFFFF"/>
      <w:spacing w:line="326" w:lineRule="exact"/>
      <w:ind w:hanging="300"/>
    </w:pPr>
    <w:rPr>
      <w:spacing w:val="-1"/>
      <w:sz w:val="26"/>
      <w:szCs w:val="26"/>
    </w:rPr>
  </w:style>
  <w:style w:type="character" w:customStyle="1" w:styleId="FontStyle25">
    <w:name w:val="Font Style25"/>
    <w:basedOn w:val="a0"/>
    <w:uiPriority w:val="99"/>
    <w:rsid w:val="007A02A3"/>
    <w:rPr>
      <w:rFonts w:ascii="Times New Roman" w:hAnsi="Times New Roman" w:cs="Times New Roman"/>
      <w:sz w:val="26"/>
      <w:szCs w:val="26"/>
    </w:rPr>
  </w:style>
  <w:style w:type="character" w:styleId="af2">
    <w:name w:val="Emphasis"/>
    <w:uiPriority w:val="20"/>
    <w:qFormat/>
    <w:rsid w:val="005E066E"/>
    <w:rPr>
      <w:i/>
      <w:iCs/>
    </w:rPr>
  </w:style>
  <w:style w:type="paragraph" w:styleId="af3">
    <w:name w:val="List Paragraph"/>
    <w:basedOn w:val="a"/>
    <w:uiPriority w:val="34"/>
    <w:qFormat/>
    <w:rsid w:val="0095754E"/>
    <w:pPr>
      <w:ind w:left="720"/>
      <w:contextualSpacing/>
    </w:pPr>
    <w:rPr>
      <w:rFonts w:ascii="Times New Roman CYR" w:hAnsi="Times New Roman CYR"/>
    </w:rPr>
  </w:style>
  <w:style w:type="character" w:customStyle="1" w:styleId="af4">
    <w:name w:val="Другое_"/>
    <w:basedOn w:val="a0"/>
    <w:link w:val="af5"/>
    <w:rsid w:val="00F335C5"/>
    <w:rPr>
      <w:sz w:val="22"/>
      <w:szCs w:val="22"/>
    </w:rPr>
  </w:style>
  <w:style w:type="paragraph" w:customStyle="1" w:styleId="af5">
    <w:name w:val="Другое"/>
    <w:basedOn w:val="a"/>
    <w:link w:val="af4"/>
    <w:rsid w:val="00F335C5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682">
              <w:marLeft w:val="0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4269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47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935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RTIKAZ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39035-135A-4C1B-BD08-DA5F393CD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PRTIKAZ</Template>
  <TotalTime>174</TotalTime>
  <Pages>1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6310</CharactersWithSpaces>
  <SharedDoc>false</SharedDoc>
  <HLinks>
    <vt:vector size="144" baseType="variant">
      <vt:variant>
        <vt:i4>1900630</vt:i4>
      </vt:variant>
      <vt:variant>
        <vt:i4>69</vt:i4>
      </vt:variant>
      <vt:variant>
        <vt:i4>0</vt:i4>
      </vt:variant>
      <vt:variant>
        <vt:i4>5</vt:i4>
      </vt:variant>
      <vt:variant>
        <vt:lpwstr>http://www.bankrot.fedresurs.ru/</vt:lpwstr>
      </vt:variant>
      <vt:variant>
        <vt:lpwstr/>
      </vt:variant>
      <vt:variant>
        <vt:i4>5636098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Par79</vt:lpwstr>
      </vt:variant>
      <vt:variant>
        <vt:i4>6946870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5505026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Par52</vt:lpwstr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6422579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2556006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2556006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consultantplus://offline/ref=21A10EB13E39F310030F837209D1DBA753C91E1479EDA939E1D918F641FFD3CDAD837D350F806676A5CFB7DECDC751E4D6506BA6818E52DFAEB5J</vt:lpwstr>
      </vt:variant>
      <vt:variant>
        <vt:lpwstr/>
      </vt:variant>
      <vt:variant>
        <vt:i4>6553652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Par164</vt:lpwstr>
      </vt:variant>
      <vt:variant>
        <vt:i4>6357043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Par111</vt:lpwstr>
      </vt:variant>
      <vt:variant>
        <vt:i4>5373954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5767254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consultantplus://offline/ref=79AD6FBB4C38C9C0DA7C7D6B84E5A1C2905358CA6D8636DC5B79A9314Ba4uBG</vt:lpwstr>
      </vt:variant>
      <vt:variant>
        <vt:lpwstr/>
      </vt:variant>
      <vt:variant>
        <vt:i4>6815845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6815845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consultantplus://offline/ref=79AD6FBB4C38C9C0DA7C7D6B84E5A1C2905358CF6E8B36DC5B79A9314B4B2032C5A2CB64F6311F6Fa4u5G</vt:lpwstr>
      </vt:variant>
      <vt:variant>
        <vt:lpwstr/>
      </vt:variant>
      <vt:variant>
        <vt:i4>6815844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consultantplus://offline/ref=79AD6FBB4C38C9C0DA7C7D6B84E5A1C2905358CF6E8B36DC5B79A9314B4B2032C5A2CB64F6311F6Fa4u4G</vt:lpwstr>
      </vt:variant>
      <vt:variant>
        <vt:lpwstr/>
      </vt:variant>
      <vt:variant>
        <vt:i4>5767262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5767262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consultantplus://offline/ref=79AD6FBB4C38C9C0DA7C7D6B84E5A1C2935A5DCC6C8636DC5B79A9314Ba4uBG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6815848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6815848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consultantplus://offline/ref=79AD6FBB4C38C9C0DA7C7D6B84E5A1C2935A5ECC6B8736DC5B79A9314B4B2032C5A2CB64F6311C6Ba4uBG</vt:lpwstr>
      </vt:variant>
      <vt:variant>
        <vt:lpwstr/>
      </vt:variant>
      <vt:variant>
        <vt:i4>7274548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consultantplus://offline/ref=79AD6FBB4C38C9C0DA7C7D6B84E5A1C2905359C26D8436DC5B79A9314B4B2032C5A2CB61F536a1uBG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Steve John Samond</dc:creator>
  <cp:lastModifiedBy>Васильченко ТВ</cp:lastModifiedBy>
  <cp:revision>13</cp:revision>
  <cp:lastPrinted>2025-02-07T06:18:00Z</cp:lastPrinted>
  <dcterms:created xsi:type="dcterms:W3CDTF">2025-04-18T04:09:00Z</dcterms:created>
  <dcterms:modified xsi:type="dcterms:W3CDTF">2025-11-06T10:06:00Z</dcterms:modified>
</cp:coreProperties>
</file>